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2E74B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E6E57" w:rsidRPr="007E6E57" w14:paraId="34564646" w14:textId="77777777" w:rsidTr="007E6E57">
        <w:tc>
          <w:tcPr>
            <w:tcW w:w="10206" w:type="dxa"/>
            <w:shd w:val="clear" w:color="auto" w:fill="2E74B5"/>
          </w:tcPr>
          <w:p w14:paraId="04408F48" w14:textId="37D507BE" w:rsidR="00FC48CF" w:rsidRPr="007E6E57" w:rsidRDefault="00FC48CF" w:rsidP="00BE70C2">
            <w:pPr>
              <w:tabs>
                <w:tab w:val="center" w:pos="5103"/>
                <w:tab w:val="right" w:pos="10065"/>
              </w:tabs>
              <w:spacing w:line="312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6"/>
                <w:szCs w:val="6"/>
              </w:rPr>
            </w:pPr>
          </w:p>
          <w:p w14:paraId="3A77784C" w14:textId="65AF666C" w:rsidR="007E6E57" w:rsidRPr="007E6E57" w:rsidRDefault="007E6E57" w:rsidP="00BE70C2">
            <w:pPr>
              <w:tabs>
                <w:tab w:val="center" w:pos="5103"/>
                <w:tab w:val="right" w:pos="10065"/>
              </w:tabs>
              <w:spacing w:line="312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7E6E5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Marché MF 202</w:t>
            </w:r>
            <w:r w:rsidR="006215E3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5</w:t>
            </w:r>
            <w:r w:rsidRPr="007E6E5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-0</w:t>
            </w:r>
            <w:r w:rsidR="006215E3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38</w:t>
            </w:r>
            <w:r w:rsidRPr="007E6E5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 : fourniture et livraison de pain frais et de viennoiseries fraîches pour le Centre Régional des Œuvres Universitaires et Scolaires (CROUS)</w:t>
            </w:r>
          </w:p>
          <w:p w14:paraId="4404592A" w14:textId="70307BA2" w:rsidR="00A2197E" w:rsidRDefault="00E73539" w:rsidP="00BE70C2">
            <w:pPr>
              <w:tabs>
                <w:tab w:val="center" w:pos="5103"/>
                <w:tab w:val="right" w:pos="10065"/>
              </w:tabs>
              <w:spacing w:line="312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7E6E57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Bretagne</w:t>
            </w:r>
          </w:p>
          <w:p w14:paraId="740D111C" w14:textId="35B03595" w:rsidR="007E6E57" w:rsidRPr="007E6E57" w:rsidRDefault="007E6E57" w:rsidP="00BE70C2">
            <w:pPr>
              <w:tabs>
                <w:tab w:val="center" w:pos="5103"/>
                <w:tab w:val="right" w:pos="10065"/>
              </w:tabs>
              <w:spacing w:line="312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6"/>
                <w:szCs w:val="6"/>
              </w:rPr>
            </w:pPr>
          </w:p>
        </w:tc>
      </w:tr>
    </w:tbl>
    <w:p w14:paraId="6CD2C2DE" w14:textId="77777777" w:rsidR="00C80763" w:rsidRDefault="00C80763" w:rsidP="00C80763">
      <w:pPr>
        <w:rPr>
          <w:rFonts w:ascii="Arial" w:hAnsi="Arial"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2E74B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F056A8" w:rsidRPr="00F056A8" w14:paraId="0AC3B747" w14:textId="77777777" w:rsidTr="00F056A8">
        <w:tc>
          <w:tcPr>
            <w:tcW w:w="10206" w:type="dxa"/>
            <w:shd w:val="clear" w:color="auto" w:fill="2E74B5"/>
          </w:tcPr>
          <w:p w14:paraId="7B1A55E4" w14:textId="77777777" w:rsidR="00F056A8" w:rsidRPr="00F056A8" w:rsidRDefault="00F056A8" w:rsidP="0027264F">
            <w:pPr>
              <w:spacing w:before="60" w:after="60"/>
              <w:jc w:val="center"/>
              <w:rPr>
                <w:rFonts w:ascii="Arial" w:hAnsi="Arial" w:cs="Arial"/>
                <w:caps/>
                <w:color w:val="FFFFFF" w:themeColor="background1"/>
                <w:sz w:val="6"/>
                <w:szCs w:val="6"/>
              </w:rPr>
            </w:pPr>
          </w:p>
          <w:p w14:paraId="6C8ABDE0" w14:textId="3C5745B7" w:rsidR="00C80763" w:rsidRPr="00F056A8" w:rsidRDefault="00C80763" w:rsidP="0027264F">
            <w:pPr>
              <w:spacing w:before="60" w:after="60"/>
              <w:jc w:val="center"/>
              <w:rPr>
                <w:rFonts w:ascii="Arial" w:hAnsi="Arial" w:cs="Arial"/>
                <w:caps/>
                <w:color w:val="FFFFFF" w:themeColor="background1"/>
                <w:sz w:val="32"/>
              </w:rPr>
            </w:pPr>
            <w:r w:rsidRPr="00F056A8">
              <w:rPr>
                <w:rFonts w:ascii="Arial" w:hAnsi="Arial" w:cs="Arial"/>
                <w:caps/>
                <w:color w:val="FFFFFF" w:themeColor="background1"/>
                <w:sz w:val="32"/>
              </w:rPr>
              <w:t>CADRE DE Réponse technique</w:t>
            </w:r>
          </w:p>
          <w:p w14:paraId="00EECA6A" w14:textId="4F4A876F" w:rsidR="00C80763" w:rsidRDefault="00C80763" w:rsidP="00C80763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 w:cs="Arial"/>
                <w:bCs/>
                <w:i/>
                <w:color w:val="FFFFFF" w:themeColor="background1"/>
              </w:rPr>
            </w:pPr>
            <w:r w:rsidRPr="00F056A8">
              <w:rPr>
                <w:rFonts w:ascii="Arial" w:hAnsi="Arial" w:cs="Arial"/>
                <w:caps/>
                <w:color w:val="FFFFFF" w:themeColor="background1"/>
                <w:sz w:val="32"/>
              </w:rPr>
              <w:t xml:space="preserve">Lot(S) n°       </w:t>
            </w:r>
            <w:r w:rsidR="0085099F" w:rsidRPr="00F056A8">
              <w:rPr>
                <w:rFonts w:ascii="Arial" w:hAnsi="Arial" w:cs="Arial"/>
                <w:caps/>
                <w:color w:val="FFFFFF" w:themeColor="background1"/>
                <w:sz w:val="32"/>
              </w:rPr>
              <w:t xml:space="preserve">        </w:t>
            </w:r>
            <w:r w:rsidRPr="00F056A8">
              <w:rPr>
                <w:rFonts w:ascii="Arial" w:hAnsi="Arial" w:cs="Arial"/>
                <w:caps/>
                <w:color w:val="FFFFFF" w:themeColor="background1"/>
                <w:sz w:val="32"/>
              </w:rPr>
              <w:t xml:space="preserve">       </w:t>
            </w:r>
            <w:r w:rsidR="00F056A8">
              <w:rPr>
                <w:rFonts w:ascii="Arial" w:hAnsi="Arial" w:cs="Arial"/>
                <w:caps/>
                <w:color w:val="FFFFFF" w:themeColor="background1"/>
                <w:sz w:val="32"/>
              </w:rPr>
              <w:t xml:space="preserve"> </w:t>
            </w:r>
            <w:r w:rsidRPr="00F056A8">
              <w:rPr>
                <w:rFonts w:ascii="Arial" w:hAnsi="Arial" w:cs="Arial"/>
                <w:bCs/>
                <w:i/>
                <w:color w:val="FFFFFF" w:themeColor="background1"/>
              </w:rPr>
              <w:t>(à préciser)</w:t>
            </w:r>
          </w:p>
          <w:p w14:paraId="21A324B3" w14:textId="3C5E18EB" w:rsidR="00F056A8" w:rsidRPr="00F056A8" w:rsidRDefault="00F056A8" w:rsidP="00C80763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2"/>
                <w:szCs w:val="12"/>
              </w:rPr>
            </w:pPr>
          </w:p>
        </w:tc>
      </w:tr>
    </w:tbl>
    <w:p w14:paraId="115AE6E1" w14:textId="77777777" w:rsidR="00C80763" w:rsidRDefault="00C80763" w:rsidP="00C80763">
      <w:pPr>
        <w:rPr>
          <w:rFonts w:ascii="Arial" w:hAnsi="Arial" w:cs="Arial"/>
        </w:rPr>
      </w:pPr>
    </w:p>
    <w:p w14:paraId="6757EF2C" w14:textId="77777777" w:rsidR="00C80763" w:rsidRDefault="00C80763" w:rsidP="00C80763">
      <w:pPr>
        <w:rPr>
          <w:rFonts w:ascii="Arial" w:hAnsi="Arial" w:cs="Arial"/>
        </w:rPr>
      </w:pPr>
    </w:p>
    <w:p w14:paraId="337F55FC" w14:textId="77777777" w:rsidR="00E73539" w:rsidRPr="00035048" w:rsidRDefault="00E73539" w:rsidP="00F056A8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0" w:color="FF0000"/>
        </w:pBdr>
        <w:tabs>
          <w:tab w:val="left" w:pos="432"/>
        </w:tabs>
        <w:jc w:val="both"/>
        <w:rPr>
          <w:rFonts w:ascii="Arial" w:hAnsi="Arial" w:cs="Arial"/>
          <w:sz w:val="10"/>
          <w:szCs w:val="10"/>
        </w:rPr>
      </w:pPr>
    </w:p>
    <w:p w14:paraId="371266B6" w14:textId="01D6BF73" w:rsidR="00E73539" w:rsidRPr="003A2F30" w:rsidRDefault="000A0BF2" w:rsidP="00F056A8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0" w:color="FF0000"/>
        </w:pBdr>
        <w:tabs>
          <w:tab w:val="left" w:pos="432"/>
        </w:tabs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Préalable</w:t>
      </w:r>
    </w:p>
    <w:p w14:paraId="57FB1681" w14:textId="77777777" w:rsidR="00E73539" w:rsidRDefault="00E73539" w:rsidP="00F056A8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0" w:color="FF0000"/>
        </w:pBdr>
        <w:tabs>
          <w:tab w:val="left" w:pos="432"/>
        </w:tabs>
        <w:jc w:val="both"/>
        <w:rPr>
          <w:rFonts w:ascii="Arial" w:hAnsi="Arial" w:cs="Arial"/>
        </w:rPr>
      </w:pPr>
    </w:p>
    <w:p w14:paraId="569B2A27" w14:textId="4C3A6769" w:rsidR="00C80763" w:rsidRDefault="00E73539" w:rsidP="00F056A8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0" w:color="FF0000"/>
        </w:pBd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6306C0">
        <w:rPr>
          <w:rFonts w:ascii="Arial" w:hAnsi="Arial" w:cs="Arial"/>
        </w:rPr>
        <w:t>e candidat d</w:t>
      </w:r>
      <w:r>
        <w:rPr>
          <w:rFonts w:ascii="Arial" w:hAnsi="Arial" w:cs="Arial"/>
        </w:rPr>
        <w:t>oit</w:t>
      </w:r>
      <w:r w:rsidRPr="006306C0">
        <w:rPr>
          <w:rFonts w:ascii="Arial" w:hAnsi="Arial" w:cs="Arial"/>
        </w:rPr>
        <w:t xml:space="preserve"> remplir intégralement chaque rubrique du présent cadre de réponse technique en apportant une réponse rédigée et adaptée au présent </w:t>
      </w:r>
      <w:r>
        <w:rPr>
          <w:rFonts w:ascii="Arial" w:hAnsi="Arial" w:cs="Arial"/>
        </w:rPr>
        <w:t>marché,</w:t>
      </w:r>
      <w:r w:rsidRPr="006306C0">
        <w:rPr>
          <w:rFonts w:ascii="Arial" w:hAnsi="Arial" w:cs="Arial"/>
        </w:rPr>
        <w:t xml:space="preserve"> </w:t>
      </w:r>
      <w:r w:rsidRPr="00E16BA7">
        <w:rPr>
          <w:rFonts w:ascii="Arial" w:hAnsi="Arial" w:cs="Arial"/>
        </w:rPr>
        <w:t>sans procéder uniquement à un renvoi systématique à un document annexe.</w:t>
      </w:r>
    </w:p>
    <w:p w14:paraId="19AD0B76" w14:textId="77777777" w:rsidR="00C80763" w:rsidRDefault="00C80763" w:rsidP="00F056A8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0" w:color="FF0000"/>
        </w:pBdr>
        <w:tabs>
          <w:tab w:val="left" w:pos="432"/>
        </w:tabs>
        <w:jc w:val="both"/>
        <w:rPr>
          <w:rFonts w:ascii="Arial" w:hAnsi="Arial" w:cs="Arial"/>
        </w:rPr>
      </w:pPr>
    </w:p>
    <w:p w14:paraId="1E9D79EC" w14:textId="77777777" w:rsidR="00E73539" w:rsidRDefault="00E73539" w:rsidP="00F056A8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0" w:color="FF0000"/>
        </w:pBdr>
        <w:tabs>
          <w:tab w:val="left" w:pos="432"/>
        </w:tabs>
        <w:jc w:val="both"/>
        <w:rPr>
          <w:rFonts w:ascii="Arial" w:hAnsi="Arial" w:cs="Arial"/>
        </w:rPr>
      </w:pPr>
      <w:r w:rsidRPr="00AC697D">
        <w:rPr>
          <w:rFonts w:ascii="Arial" w:hAnsi="Arial" w:cs="Arial"/>
        </w:rPr>
        <w:t xml:space="preserve">Le candidat </w:t>
      </w:r>
      <w:r>
        <w:rPr>
          <w:rFonts w:ascii="Arial" w:hAnsi="Arial" w:cs="Arial"/>
        </w:rPr>
        <w:t>doit également</w:t>
      </w:r>
      <w:r w:rsidRPr="00AC697D">
        <w:rPr>
          <w:rFonts w:ascii="Arial" w:hAnsi="Arial" w:cs="Arial"/>
        </w:rPr>
        <w:t xml:space="preserve"> joindre tou</w:t>
      </w:r>
      <w:r>
        <w:rPr>
          <w:rFonts w:ascii="Arial" w:hAnsi="Arial" w:cs="Arial"/>
        </w:rPr>
        <w:t>s</w:t>
      </w:r>
      <w:r w:rsidRPr="00AC697D">
        <w:rPr>
          <w:rFonts w:ascii="Arial" w:hAnsi="Arial" w:cs="Arial"/>
        </w:rPr>
        <w:t xml:space="preserve"> document</w:t>
      </w:r>
      <w:r>
        <w:rPr>
          <w:rFonts w:ascii="Arial" w:hAnsi="Arial" w:cs="Arial"/>
        </w:rPr>
        <w:t>s (certifications, qualifications, …)</w:t>
      </w:r>
      <w:r w:rsidRPr="00AC697D">
        <w:rPr>
          <w:rFonts w:ascii="Arial" w:hAnsi="Arial" w:cs="Arial"/>
        </w:rPr>
        <w:t xml:space="preserve"> permettant </w:t>
      </w:r>
      <w:r>
        <w:rPr>
          <w:rFonts w:ascii="Arial" w:hAnsi="Arial" w:cs="Arial"/>
        </w:rPr>
        <w:t>de justifier</w:t>
      </w:r>
      <w:r w:rsidRPr="00AC69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l’exactitude</w:t>
      </w:r>
      <w:r w:rsidRPr="00AC697D">
        <w:rPr>
          <w:rFonts w:ascii="Arial" w:hAnsi="Arial" w:cs="Arial"/>
        </w:rPr>
        <w:t xml:space="preserve"> des éléments indiqués.</w:t>
      </w:r>
    </w:p>
    <w:p w14:paraId="1A5B1439" w14:textId="77777777" w:rsidR="00E73539" w:rsidRDefault="00E73539" w:rsidP="00F056A8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0" w:color="FF0000"/>
        </w:pBdr>
        <w:tabs>
          <w:tab w:val="left" w:pos="432"/>
        </w:tabs>
        <w:jc w:val="both"/>
        <w:rPr>
          <w:rFonts w:ascii="Arial" w:hAnsi="Arial" w:cs="Arial"/>
        </w:rPr>
      </w:pPr>
    </w:p>
    <w:p w14:paraId="33239F1B" w14:textId="7B25766D" w:rsidR="00E73539" w:rsidRDefault="00E73539" w:rsidP="00F056A8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0" w:color="FF0000"/>
        </w:pBd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 candidat est informé que des réponses incomplètes, imprécises ou/et non accompagnées de documents justificatifs le pénaliseront au niveau de la notation.</w:t>
      </w:r>
    </w:p>
    <w:p w14:paraId="673D2B1B" w14:textId="30ABA039" w:rsidR="000A0BF2" w:rsidRDefault="000A0BF2" w:rsidP="00F056A8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0" w:color="FF0000"/>
        </w:pBdr>
        <w:tabs>
          <w:tab w:val="left" w:pos="432"/>
        </w:tabs>
        <w:jc w:val="both"/>
        <w:rPr>
          <w:rFonts w:ascii="Arial" w:hAnsi="Arial" w:cs="Arial"/>
        </w:rPr>
      </w:pPr>
    </w:p>
    <w:p w14:paraId="432E7662" w14:textId="7D2CB73F" w:rsidR="000A0BF2" w:rsidRPr="000A0BF2" w:rsidRDefault="000A0BF2" w:rsidP="00F056A8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0" w:color="FF0000"/>
        </w:pBdr>
        <w:tabs>
          <w:tab w:val="left" w:pos="432"/>
        </w:tabs>
        <w:jc w:val="both"/>
        <w:rPr>
          <w:rFonts w:ascii="Arial" w:hAnsi="Arial" w:cs="Arial"/>
          <w:b/>
          <w:bCs/>
        </w:rPr>
      </w:pPr>
      <w:r w:rsidRPr="000A0BF2">
        <w:rPr>
          <w:rFonts w:ascii="Arial" w:hAnsi="Arial" w:cs="Arial"/>
          <w:b/>
          <w:bCs/>
        </w:rPr>
        <w:t>Toutes les réponses portées sur ce document sont contractuelles et sont donc opposables au candidat s’il est désigné titulaire et ce pendant toute la durée d’exécution du marché.</w:t>
      </w:r>
    </w:p>
    <w:p w14:paraId="789BA4D3" w14:textId="77777777" w:rsidR="00E73539" w:rsidRPr="00035048" w:rsidRDefault="00E73539" w:rsidP="00F056A8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0" w:color="FF0000"/>
        </w:pBdr>
        <w:tabs>
          <w:tab w:val="left" w:pos="432"/>
        </w:tabs>
        <w:jc w:val="both"/>
        <w:rPr>
          <w:rFonts w:ascii="Arial" w:hAnsi="Arial" w:cs="Arial"/>
          <w:sz w:val="10"/>
          <w:szCs w:val="10"/>
        </w:rPr>
      </w:pPr>
    </w:p>
    <w:p w14:paraId="060F2093" w14:textId="77777777" w:rsidR="00E73539" w:rsidRDefault="00E73539" w:rsidP="003A2F30">
      <w:pPr>
        <w:rPr>
          <w:rFonts w:ascii="Arial" w:hAnsi="Arial" w:cs="Arial"/>
        </w:rPr>
      </w:pPr>
    </w:p>
    <w:p w14:paraId="1788D8A4" w14:textId="77777777" w:rsidR="007E6E57" w:rsidRDefault="007E6E57" w:rsidP="007E6E57">
      <w:pPr>
        <w:rPr>
          <w:rFonts w:ascii="Arial" w:hAnsi="Arial" w:cs="Arial"/>
        </w:rPr>
      </w:pPr>
    </w:p>
    <w:tbl>
      <w:tblPr>
        <w:tblW w:w="10277" w:type="dxa"/>
        <w:tblBorders>
          <w:top w:val="single" w:sz="12" w:space="0" w:color="1F4E79"/>
          <w:left w:val="single" w:sz="12" w:space="0" w:color="1F4E79"/>
          <w:bottom w:val="single" w:sz="12" w:space="0" w:color="1F4E79"/>
          <w:right w:val="single" w:sz="12" w:space="0" w:color="1F4E79"/>
          <w:insideH w:val="single" w:sz="12" w:space="0" w:color="1F4E79"/>
          <w:insideV w:val="single" w:sz="12" w:space="0" w:color="1F4E79"/>
        </w:tblBorders>
        <w:shd w:val="clear" w:color="auto" w:fill="2E74B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E6E57" w:rsidRPr="005E7ED1" w14:paraId="2E0C9FB8" w14:textId="77777777" w:rsidTr="00F056A8">
        <w:tc>
          <w:tcPr>
            <w:tcW w:w="10277" w:type="dxa"/>
            <w:shd w:val="clear" w:color="auto" w:fill="2E74B5"/>
          </w:tcPr>
          <w:p w14:paraId="77EBD9BA" w14:textId="77777777" w:rsidR="007E6E57" w:rsidRPr="005E7ED1" w:rsidRDefault="007E6E57" w:rsidP="00CC6A0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bookmarkStart w:id="0" w:name="_Hlk104820010"/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4367FD">
              <w:rPr>
                <w:rFonts w:ascii="Arial" w:hAnsi="Arial" w:cs="Arial"/>
                <w:b/>
                <w:color w:val="FFFFFF"/>
              </w:rPr>
              <w:t>A°)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Pr="005F2FBB">
              <w:rPr>
                <w:rFonts w:ascii="Arial" w:hAnsi="Arial" w:cs="Arial"/>
                <w:b/>
                <w:color w:val="FFFFFF"/>
              </w:rPr>
              <w:t>Identification</w:t>
            </w:r>
            <w:r>
              <w:rPr>
                <w:rFonts w:ascii="Arial" w:hAnsi="Arial" w:cs="Arial"/>
                <w:b/>
                <w:color w:val="FFFFFF"/>
              </w:rPr>
              <w:t xml:space="preserve"> du candidat</w:t>
            </w:r>
          </w:p>
        </w:tc>
      </w:tr>
      <w:bookmarkEnd w:id="0"/>
    </w:tbl>
    <w:p w14:paraId="35582618" w14:textId="77777777" w:rsidR="007E6E57" w:rsidRDefault="007E6E57" w:rsidP="007E6E57">
      <w:pPr>
        <w:jc w:val="both"/>
        <w:rPr>
          <w:rFonts w:ascii="Arial" w:hAnsi="Arial" w:cs="Arial"/>
        </w:rPr>
      </w:pPr>
    </w:p>
    <w:p w14:paraId="3311FABC" w14:textId="77777777" w:rsidR="002E1279" w:rsidRDefault="002E1279" w:rsidP="003A2F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Nom :</w:t>
      </w:r>
    </w:p>
    <w:p w14:paraId="53CCCFD1" w14:textId="22A55896" w:rsidR="003A2F30" w:rsidRDefault="003A2F30" w:rsidP="003A2F30">
      <w:pPr>
        <w:jc w:val="both"/>
        <w:rPr>
          <w:rFonts w:ascii="Arial" w:hAnsi="Arial" w:cs="Arial"/>
        </w:rPr>
      </w:pPr>
    </w:p>
    <w:p w14:paraId="3C443029" w14:textId="1EF85B2E" w:rsidR="000A0BF2" w:rsidRDefault="000A0BF2" w:rsidP="003A2F30">
      <w:pPr>
        <w:jc w:val="both"/>
        <w:rPr>
          <w:rFonts w:ascii="Arial" w:hAnsi="Arial" w:cs="Arial"/>
        </w:rPr>
      </w:pPr>
    </w:p>
    <w:p w14:paraId="38CEB5B9" w14:textId="6D1E5505" w:rsidR="000A0BF2" w:rsidRDefault="000A0BF2" w:rsidP="003A2F30">
      <w:pPr>
        <w:jc w:val="both"/>
        <w:rPr>
          <w:rFonts w:ascii="Arial" w:hAnsi="Arial" w:cs="Arial"/>
        </w:rPr>
      </w:pPr>
    </w:p>
    <w:p w14:paraId="3FB0805A" w14:textId="7138C6F2" w:rsidR="000A0BF2" w:rsidRDefault="000A0BF2" w:rsidP="003A2F30">
      <w:pPr>
        <w:jc w:val="both"/>
        <w:rPr>
          <w:rFonts w:ascii="Arial" w:hAnsi="Arial" w:cs="Arial"/>
        </w:rPr>
      </w:pPr>
    </w:p>
    <w:p w14:paraId="2A353258" w14:textId="77777777" w:rsidR="000A0BF2" w:rsidRDefault="000A0BF2" w:rsidP="003A2F30">
      <w:pPr>
        <w:jc w:val="both"/>
        <w:rPr>
          <w:rFonts w:ascii="Arial" w:hAnsi="Arial" w:cs="Arial"/>
        </w:rPr>
      </w:pPr>
    </w:p>
    <w:p w14:paraId="734D76BD" w14:textId="77777777" w:rsidR="002E1279" w:rsidRDefault="002E1279" w:rsidP="003A2F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Adresse :</w:t>
      </w:r>
    </w:p>
    <w:p w14:paraId="1076268B" w14:textId="417670B8" w:rsidR="00F056A8" w:rsidRDefault="00F056A8" w:rsidP="003A2F30">
      <w:pPr>
        <w:jc w:val="both"/>
        <w:rPr>
          <w:rFonts w:ascii="Arial" w:hAnsi="Arial" w:cs="Arial"/>
        </w:rPr>
      </w:pPr>
    </w:p>
    <w:p w14:paraId="63E088A8" w14:textId="37E781E7" w:rsidR="000A0BF2" w:rsidRDefault="000A0BF2" w:rsidP="003A2F30">
      <w:pPr>
        <w:jc w:val="both"/>
        <w:rPr>
          <w:rFonts w:ascii="Arial" w:hAnsi="Arial" w:cs="Arial"/>
        </w:rPr>
      </w:pPr>
    </w:p>
    <w:p w14:paraId="476F51D6" w14:textId="14A34D32" w:rsidR="000A0BF2" w:rsidRDefault="000A0BF2" w:rsidP="003A2F30">
      <w:pPr>
        <w:jc w:val="both"/>
        <w:rPr>
          <w:rFonts w:ascii="Arial" w:hAnsi="Arial" w:cs="Arial"/>
        </w:rPr>
      </w:pPr>
    </w:p>
    <w:p w14:paraId="57D53175" w14:textId="28D73B7C" w:rsidR="000A0BF2" w:rsidRDefault="000A0BF2" w:rsidP="003A2F30">
      <w:pPr>
        <w:jc w:val="both"/>
        <w:rPr>
          <w:rFonts w:ascii="Arial" w:hAnsi="Arial" w:cs="Arial"/>
        </w:rPr>
      </w:pPr>
    </w:p>
    <w:p w14:paraId="6411BFB0" w14:textId="17F3B342" w:rsidR="000A0BF2" w:rsidRDefault="000A0BF2" w:rsidP="003A2F30">
      <w:pPr>
        <w:jc w:val="both"/>
        <w:rPr>
          <w:rFonts w:ascii="Arial" w:hAnsi="Arial" w:cs="Arial"/>
        </w:rPr>
      </w:pPr>
    </w:p>
    <w:p w14:paraId="7B30A92A" w14:textId="14D6A752" w:rsidR="000A0BF2" w:rsidRDefault="000A0BF2" w:rsidP="003A2F30">
      <w:pPr>
        <w:jc w:val="both"/>
        <w:rPr>
          <w:rFonts w:ascii="Arial" w:hAnsi="Arial" w:cs="Arial"/>
        </w:rPr>
      </w:pPr>
    </w:p>
    <w:p w14:paraId="09DDC065" w14:textId="77777777" w:rsidR="000A0BF2" w:rsidRDefault="000A0BF2" w:rsidP="003A2F30">
      <w:pPr>
        <w:jc w:val="both"/>
        <w:rPr>
          <w:rFonts w:ascii="Arial" w:hAnsi="Arial" w:cs="Arial"/>
        </w:rPr>
      </w:pPr>
    </w:p>
    <w:p w14:paraId="502BE70F" w14:textId="77777777" w:rsidR="00776928" w:rsidRDefault="00776928" w:rsidP="003A2F30">
      <w:pPr>
        <w:jc w:val="both"/>
        <w:rPr>
          <w:rFonts w:ascii="Arial" w:hAnsi="Arial" w:cs="Arial"/>
        </w:rPr>
      </w:pPr>
    </w:p>
    <w:p w14:paraId="4005E85F" w14:textId="77777777" w:rsidR="00F056A8" w:rsidRDefault="00F056A8" w:rsidP="00F056A8">
      <w:pPr>
        <w:rPr>
          <w:rFonts w:ascii="Arial" w:hAnsi="Arial" w:cs="Arial"/>
        </w:rPr>
      </w:pPr>
    </w:p>
    <w:tbl>
      <w:tblPr>
        <w:tblW w:w="10277" w:type="dxa"/>
        <w:tblBorders>
          <w:top w:val="single" w:sz="12" w:space="0" w:color="1F4E79"/>
          <w:left w:val="single" w:sz="12" w:space="0" w:color="1F4E79"/>
          <w:bottom w:val="single" w:sz="12" w:space="0" w:color="1F4E79"/>
          <w:right w:val="single" w:sz="12" w:space="0" w:color="1F4E79"/>
          <w:insideH w:val="single" w:sz="12" w:space="0" w:color="1F4E79"/>
          <w:insideV w:val="single" w:sz="12" w:space="0" w:color="1F4E79"/>
        </w:tblBorders>
        <w:shd w:val="clear" w:color="auto" w:fill="2E74B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056A8" w:rsidRPr="005E7ED1" w14:paraId="2F745326" w14:textId="77777777" w:rsidTr="00F056A8">
        <w:tc>
          <w:tcPr>
            <w:tcW w:w="10277" w:type="dxa"/>
            <w:shd w:val="clear" w:color="auto" w:fill="2E74B5"/>
          </w:tcPr>
          <w:p w14:paraId="3DB04C85" w14:textId="0DF385F8" w:rsidR="00F056A8" w:rsidRPr="005E7ED1" w:rsidRDefault="00F056A8" w:rsidP="00CC6A01">
            <w:pPr>
              <w:tabs>
                <w:tab w:val="left" w:pos="-142"/>
                <w:tab w:val="left" w:pos="426"/>
              </w:tabs>
              <w:ind w:left="426" w:hanging="426"/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B</w:t>
            </w:r>
            <w:r w:rsidRPr="004367FD">
              <w:rPr>
                <w:rFonts w:ascii="Arial" w:hAnsi="Arial" w:cs="Arial"/>
                <w:b/>
                <w:color w:val="FFFFFF"/>
              </w:rPr>
              <w:t>°)</w:t>
            </w:r>
            <w:r>
              <w:rPr>
                <w:rFonts w:ascii="Arial" w:hAnsi="Arial" w:cs="Arial"/>
                <w:bCs/>
              </w:rPr>
              <w:tab/>
            </w:r>
            <w:r w:rsidRPr="005F2FBB">
              <w:rPr>
                <w:rFonts w:ascii="Arial" w:hAnsi="Arial" w:cs="Arial"/>
                <w:b/>
                <w:color w:val="FFFFFF"/>
              </w:rPr>
              <w:t>Identification</w:t>
            </w:r>
            <w:r>
              <w:rPr>
                <w:rFonts w:ascii="Arial" w:hAnsi="Arial" w:cs="Arial"/>
                <w:b/>
                <w:color w:val="FFFFFF"/>
              </w:rPr>
              <w:t xml:space="preserve"> des interlocuteurs chargés</w:t>
            </w:r>
            <w:r w:rsidRPr="000E7F67">
              <w:rPr>
                <w:rFonts w:ascii="Arial" w:hAnsi="Arial" w:cs="Arial"/>
                <w:b/>
                <w:color w:val="FFFFFF"/>
              </w:rPr>
              <w:t xml:space="preserve"> du suiv</w:t>
            </w:r>
            <w:r>
              <w:rPr>
                <w:rFonts w:ascii="Arial" w:hAnsi="Arial" w:cs="Arial"/>
                <w:b/>
                <w:color w:val="FFFFFF"/>
              </w:rPr>
              <w:t>i de l’exécution du marché auprès du CROUS de Bretagne</w:t>
            </w:r>
          </w:p>
        </w:tc>
      </w:tr>
    </w:tbl>
    <w:p w14:paraId="1CA6A190" w14:textId="77777777" w:rsidR="00F056A8" w:rsidRDefault="00F056A8" w:rsidP="00F056A8">
      <w:pPr>
        <w:jc w:val="both"/>
        <w:rPr>
          <w:rFonts w:ascii="Arial" w:hAnsi="Arial" w:cs="Arial"/>
        </w:rPr>
      </w:pPr>
    </w:p>
    <w:p w14:paraId="3F90D31A" w14:textId="77777777" w:rsidR="00F056A8" w:rsidRPr="001A05E9" w:rsidRDefault="00F056A8" w:rsidP="00F056A8">
      <w:pPr>
        <w:numPr>
          <w:ilvl w:val="0"/>
          <w:numId w:val="29"/>
        </w:numPr>
        <w:jc w:val="both"/>
        <w:rPr>
          <w:rFonts w:ascii="Arial" w:hAnsi="Arial" w:cs="Arial"/>
          <w:u w:val="single"/>
        </w:rPr>
      </w:pPr>
      <w:r w:rsidRPr="001A05E9">
        <w:rPr>
          <w:rFonts w:ascii="Arial" w:hAnsi="Arial" w:cs="Arial"/>
          <w:u w:val="single"/>
        </w:rPr>
        <w:t>Suivi commercial</w:t>
      </w:r>
    </w:p>
    <w:p w14:paraId="31FF525B" w14:textId="77777777" w:rsidR="00F056A8" w:rsidRDefault="00F056A8" w:rsidP="00F056A8">
      <w:pPr>
        <w:jc w:val="both"/>
        <w:rPr>
          <w:rFonts w:ascii="Arial" w:hAnsi="Arial" w:cs="Arial"/>
        </w:rPr>
      </w:pPr>
      <w:bookmarkStart w:id="1" w:name="_Hlk82611146"/>
    </w:p>
    <w:p w14:paraId="2B073298" w14:textId="77777777" w:rsidR="00F056A8" w:rsidRDefault="00F056A8" w:rsidP="00F056A8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</w:tabs>
        <w:jc w:val="both"/>
        <w:rPr>
          <w:rFonts w:ascii="Arial" w:hAnsi="Arial" w:cs="Arial"/>
          <w:bCs/>
        </w:rPr>
      </w:pPr>
    </w:p>
    <w:p w14:paraId="4E2CBA46" w14:textId="77777777" w:rsidR="00F056A8" w:rsidRDefault="00F056A8" w:rsidP="00F056A8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  <w:tab w:val="left" w:pos="581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Prénom et nom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Fonction : </w:t>
      </w:r>
    </w:p>
    <w:p w14:paraId="24F2ED18" w14:textId="77777777" w:rsidR="00F056A8" w:rsidRDefault="00F056A8" w:rsidP="00F056A8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</w:tabs>
        <w:jc w:val="both"/>
        <w:rPr>
          <w:rFonts w:ascii="Arial" w:hAnsi="Arial" w:cs="Arial"/>
          <w:bCs/>
        </w:rPr>
      </w:pPr>
    </w:p>
    <w:p w14:paraId="167E6725" w14:textId="77777777" w:rsidR="00F056A8" w:rsidRDefault="00F056A8" w:rsidP="00F056A8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536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Tél. : </w:t>
      </w:r>
    </w:p>
    <w:p w14:paraId="0A47BD7A" w14:textId="77777777" w:rsidR="00F056A8" w:rsidRDefault="00F056A8" w:rsidP="00F056A8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1701"/>
          <w:tab w:val="left" w:pos="3402"/>
        </w:tabs>
        <w:spacing w:after="0"/>
        <w:rPr>
          <w:rFonts w:ascii="Arial" w:hAnsi="Arial" w:cs="Arial"/>
        </w:rPr>
      </w:pPr>
    </w:p>
    <w:p w14:paraId="7D3CAC49" w14:textId="77777777" w:rsidR="00F056A8" w:rsidRDefault="00F056A8" w:rsidP="00F056A8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536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Portable : </w:t>
      </w:r>
    </w:p>
    <w:p w14:paraId="1BAA6ADA" w14:textId="77777777" w:rsidR="00F056A8" w:rsidRDefault="00F056A8" w:rsidP="00F056A8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536"/>
        </w:tabs>
        <w:spacing w:after="0"/>
        <w:rPr>
          <w:rFonts w:ascii="Arial" w:hAnsi="Arial" w:cs="Arial"/>
        </w:rPr>
      </w:pPr>
    </w:p>
    <w:p w14:paraId="73D1EA42" w14:textId="77777777" w:rsidR="00F056A8" w:rsidRDefault="00F056A8" w:rsidP="00F056A8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536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Courriel : </w:t>
      </w:r>
    </w:p>
    <w:p w14:paraId="5714E79A" w14:textId="77777777" w:rsidR="00F056A8" w:rsidRDefault="00F056A8" w:rsidP="00F056A8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1701"/>
        </w:tabs>
        <w:spacing w:after="0"/>
        <w:rPr>
          <w:rFonts w:ascii="Arial" w:hAnsi="Arial" w:cs="Arial"/>
        </w:rPr>
      </w:pPr>
    </w:p>
    <w:p w14:paraId="5805E213" w14:textId="77777777" w:rsidR="00F056A8" w:rsidRDefault="00F056A8" w:rsidP="00F056A8">
      <w:pPr>
        <w:tabs>
          <w:tab w:val="left" w:pos="432"/>
        </w:tabs>
        <w:jc w:val="both"/>
        <w:rPr>
          <w:rFonts w:ascii="Arial" w:hAnsi="Arial" w:cs="Arial"/>
        </w:rPr>
      </w:pPr>
    </w:p>
    <w:bookmarkEnd w:id="1"/>
    <w:p w14:paraId="74BED8A7" w14:textId="77777777" w:rsidR="00F056A8" w:rsidRPr="001A05E9" w:rsidRDefault="00F056A8" w:rsidP="00F056A8">
      <w:pPr>
        <w:numPr>
          <w:ilvl w:val="0"/>
          <w:numId w:val="29"/>
        </w:numPr>
        <w:tabs>
          <w:tab w:val="left" w:pos="432"/>
        </w:tabs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Suivi administratif et comptable</w:t>
      </w:r>
    </w:p>
    <w:p w14:paraId="588A7222" w14:textId="77777777" w:rsidR="00F056A8" w:rsidRDefault="00F056A8" w:rsidP="00F056A8">
      <w:pPr>
        <w:tabs>
          <w:tab w:val="left" w:pos="432"/>
        </w:tabs>
        <w:jc w:val="both"/>
        <w:rPr>
          <w:rFonts w:ascii="Arial" w:hAnsi="Arial" w:cs="Arial"/>
        </w:rPr>
      </w:pPr>
    </w:p>
    <w:p w14:paraId="524958BE" w14:textId="77777777" w:rsidR="00F056A8" w:rsidRDefault="00F056A8" w:rsidP="00F056A8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</w:tabs>
        <w:jc w:val="both"/>
        <w:rPr>
          <w:rFonts w:ascii="Arial" w:hAnsi="Arial" w:cs="Arial"/>
          <w:bCs/>
        </w:rPr>
      </w:pPr>
    </w:p>
    <w:p w14:paraId="62DE5B6B" w14:textId="77777777" w:rsidR="00F056A8" w:rsidRDefault="00F056A8" w:rsidP="00F056A8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  <w:tab w:val="left" w:pos="581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Prénom et nom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Fonction : </w:t>
      </w:r>
    </w:p>
    <w:p w14:paraId="07661561" w14:textId="77777777" w:rsidR="00F056A8" w:rsidRDefault="00F056A8" w:rsidP="00F056A8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</w:tabs>
        <w:jc w:val="both"/>
        <w:rPr>
          <w:rFonts w:ascii="Arial" w:hAnsi="Arial" w:cs="Arial"/>
          <w:bCs/>
        </w:rPr>
      </w:pPr>
    </w:p>
    <w:p w14:paraId="724EE73A" w14:textId="77777777" w:rsidR="00F056A8" w:rsidRDefault="00F056A8" w:rsidP="00F056A8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536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Tél. : </w:t>
      </w:r>
    </w:p>
    <w:p w14:paraId="580996BA" w14:textId="77777777" w:rsidR="00F056A8" w:rsidRDefault="00F056A8" w:rsidP="00F056A8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1701"/>
          <w:tab w:val="left" w:pos="3402"/>
        </w:tabs>
        <w:spacing w:after="0"/>
        <w:rPr>
          <w:rFonts w:ascii="Arial" w:hAnsi="Arial" w:cs="Arial"/>
        </w:rPr>
      </w:pPr>
    </w:p>
    <w:p w14:paraId="02E844C0" w14:textId="77777777" w:rsidR="00F056A8" w:rsidRDefault="00F056A8" w:rsidP="00F056A8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536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Portable : </w:t>
      </w:r>
    </w:p>
    <w:p w14:paraId="23A231CC" w14:textId="77777777" w:rsidR="00F056A8" w:rsidRDefault="00F056A8" w:rsidP="00F056A8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536"/>
        </w:tabs>
        <w:spacing w:after="0"/>
        <w:rPr>
          <w:rFonts w:ascii="Arial" w:hAnsi="Arial" w:cs="Arial"/>
        </w:rPr>
      </w:pPr>
    </w:p>
    <w:p w14:paraId="205D33DC" w14:textId="77777777" w:rsidR="00F056A8" w:rsidRDefault="00F056A8" w:rsidP="00F056A8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536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Courriel : </w:t>
      </w:r>
    </w:p>
    <w:p w14:paraId="329B33BF" w14:textId="77777777" w:rsidR="00F056A8" w:rsidRDefault="00F056A8" w:rsidP="00F056A8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1701"/>
        </w:tabs>
        <w:spacing w:after="0"/>
        <w:rPr>
          <w:rFonts w:ascii="Arial" w:hAnsi="Arial" w:cs="Arial"/>
        </w:rPr>
      </w:pPr>
    </w:p>
    <w:p w14:paraId="5BF7390A" w14:textId="55D91A55" w:rsidR="00F056A8" w:rsidRDefault="00F056A8" w:rsidP="00F056A8">
      <w:pPr>
        <w:jc w:val="both"/>
        <w:rPr>
          <w:rFonts w:ascii="Arial" w:hAnsi="Arial" w:cs="Arial"/>
        </w:rPr>
      </w:pPr>
    </w:p>
    <w:p w14:paraId="5BA0E09F" w14:textId="77777777" w:rsidR="000A0BF2" w:rsidRPr="001A05E9" w:rsidRDefault="000A0BF2" w:rsidP="000A0BF2">
      <w:pPr>
        <w:numPr>
          <w:ilvl w:val="0"/>
          <w:numId w:val="29"/>
        </w:numPr>
        <w:tabs>
          <w:tab w:val="left" w:pos="432"/>
        </w:tabs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Suivi qualité</w:t>
      </w:r>
      <w:r w:rsidRPr="00514DD1">
        <w:rPr>
          <w:rFonts w:ascii="Arial" w:hAnsi="Arial" w:cs="Arial"/>
        </w:rPr>
        <w:t> :</w:t>
      </w:r>
      <w:r>
        <w:rPr>
          <w:rFonts w:ascii="Arial" w:hAnsi="Arial" w:cs="Arial"/>
          <w:u w:val="single"/>
        </w:rPr>
        <w:t xml:space="preserve"> </w:t>
      </w:r>
    </w:p>
    <w:p w14:paraId="3A2771B4" w14:textId="77777777" w:rsidR="000A0BF2" w:rsidRDefault="000A0BF2" w:rsidP="00F056A8">
      <w:pPr>
        <w:jc w:val="both"/>
        <w:rPr>
          <w:rFonts w:ascii="Arial" w:hAnsi="Arial" w:cs="Arial"/>
        </w:rPr>
      </w:pPr>
    </w:p>
    <w:p w14:paraId="36541E82" w14:textId="77777777" w:rsidR="00F056A8" w:rsidRDefault="00F056A8" w:rsidP="00F056A8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</w:tabs>
        <w:jc w:val="both"/>
        <w:rPr>
          <w:rFonts w:ascii="Arial" w:hAnsi="Arial" w:cs="Arial"/>
          <w:bCs/>
        </w:rPr>
      </w:pPr>
    </w:p>
    <w:p w14:paraId="54232DF4" w14:textId="77777777" w:rsidR="00F056A8" w:rsidRDefault="00F056A8" w:rsidP="00F056A8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  <w:tab w:val="left" w:pos="581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Prénom et nom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Fonction : </w:t>
      </w:r>
    </w:p>
    <w:p w14:paraId="64A6C37A" w14:textId="77777777" w:rsidR="00F056A8" w:rsidRDefault="00F056A8" w:rsidP="00F056A8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</w:tabs>
        <w:jc w:val="both"/>
        <w:rPr>
          <w:rFonts w:ascii="Arial" w:hAnsi="Arial" w:cs="Arial"/>
          <w:bCs/>
        </w:rPr>
      </w:pPr>
    </w:p>
    <w:p w14:paraId="6CA6175A" w14:textId="77777777" w:rsidR="00F056A8" w:rsidRDefault="00F056A8" w:rsidP="00F056A8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536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Tél. : </w:t>
      </w:r>
    </w:p>
    <w:p w14:paraId="3ADAD773" w14:textId="77777777" w:rsidR="00F056A8" w:rsidRDefault="00F056A8" w:rsidP="00F056A8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1701"/>
          <w:tab w:val="left" w:pos="3402"/>
        </w:tabs>
        <w:spacing w:after="0"/>
        <w:rPr>
          <w:rFonts w:ascii="Arial" w:hAnsi="Arial" w:cs="Arial"/>
        </w:rPr>
      </w:pPr>
    </w:p>
    <w:p w14:paraId="78882513" w14:textId="77777777" w:rsidR="00F056A8" w:rsidRDefault="00F056A8" w:rsidP="00F056A8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536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Portable : </w:t>
      </w:r>
    </w:p>
    <w:p w14:paraId="1A0342FD" w14:textId="77777777" w:rsidR="00F056A8" w:rsidRDefault="00F056A8" w:rsidP="00F056A8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536"/>
        </w:tabs>
        <w:spacing w:after="0"/>
        <w:rPr>
          <w:rFonts w:ascii="Arial" w:hAnsi="Arial" w:cs="Arial"/>
        </w:rPr>
      </w:pPr>
    </w:p>
    <w:p w14:paraId="0A2DABC5" w14:textId="77777777" w:rsidR="00F056A8" w:rsidRDefault="00F056A8" w:rsidP="00F056A8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536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Courriel : </w:t>
      </w:r>
    </w:p>
    <w:p w14:paraId="15235F77" w14:textId="77777777" w:rsidR="00F056A8" w:rsidRDefault="00F056A8" w:rsidP="00F056A8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1701"/>
        </w:tabs>
        <w:spacing w:after="0"/>
        <w:rPr>
          <w:rFonts w:ascii="Arial" w:hAnsi="Arial" w:cs="Arial"/>
        </w:rPr>
      </w:pPr>
    </w:p>
    <w:p w14:paraId="091202DE" w14:textId="77777777" w:rsidR="00F056A8" w:rsidRDefault="00F056A8" w:rsidP="00F056A8">
      <w:pPr>
        <w:tabs>
          <w:tab w:val="left" w:pos="432"/>
        </w:tabs>
        <w:jc w:val="both"/>
        <w:rPr>
          <w:rFonts w:ascii="Arial" w:hAnsi="Arial" w:cs="Arial"/>
        </w:rPr>
      </w:pPr>
    </w:p>
    <w:p w14:paraId="13CF09E0" w14:textId="7A8CA5BE" w:rsidR="00F056A8" w:rsidRDefault="00F056A8" w:rsidP="003A2F30">
      <w:pPr>
        <w:jc w:val="both"/>
        <w:rPr>
          <w:rFonts w:ascii="Arial" w:hAnsi="Arial" w:cs="Arial"/>
        </w:rPr>
      </w:pPr>
    </w:p>
    <w:tbl>
      <w:tblPr>
        <w:tblW w:w="10277" w:type="dxa"/>
        <w:tblBorders>
          <w:top w:val="single" w:sz="12" w:space="0" w:color="1F4E79"/>
          <w:left w:val="single" w:sz="12" w:space="0" w:color="1F4E79"/>
          <w:bottom w:val="single" w:sz="12" w:space="0" w:color="1F4E79"/>
          <w:right w:val="single" w:sz="12" w:space="0" w:color="1F4E79"/>
          <w:insideH w:val="single" w:sz="12" w:space="0" w:color="1F4E79"/>
          <w:insideV w:val="single" w:sz="12" w:space="0" w:color="1F4E79"/>
        </w:tblBorders>
        <w:shd w:val="clear" w:color="auto" w:fill="2E74B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76928" w:rsidRPr="005E7ED1" w14:paraId="5BD8BFE8" w14:textId="77777777" w:rsidTr="00CC6A01">
        <w:tc>
          <w:tcPr>
            <w:tcW w:w="10277" w:type="dxa"/>
            <w:shd w:val="clear" w:color="auto" w:fill="2E74B5"/>
          </w:tcPr>
          <w:p w14:paraId="77498DFB" w14:textId="5A21F751" w:rsidR="00776928" w:rsidRPr="005E7ED1" w:rsidRDefault="00776928" w:rsidP="00CC6A0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bookmarkStart w:id="2" w:name="_Hlk104820221"/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>
              <w:rPr>
                <w:rFonts w:ascii="Arial" w:hAnsi="Arial" w:cs="Arial"/>
                <w:color w:val="FFFFFF"/>
              </w:rPr>
              <w:t>C</w:t>
            </w:r>
            <w:r w:rsidRPr="004367FD">
              <w:rPr>
                <w:rFonts w:ascii="Arial" w:hAnsi="Arial" w:cs="Arial"/>
                <w:b/>
                <w:color w:val="FFFFFF"/>
              </w:rPr>
              <w:t>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</w:rPr>
              <w:t>Modalités de commande</w:t>
            </w:r>
          </w:p>
        </w:tc>
      </w:tr>
      <w:bookmarkEnd w:id="2"/>
    </w:tbl>
    <w:p w14:paraId="00BF5088" w14:textId="4681282E" w:rsidR="00776928" w:rsidRDefault="00776928" w:rsidP="003A2F30">
      <w:pPr>
        <w:jc w:val="both"/>
        <w:rPr>
          <w:rFonts w:ascii="Arial" w:hAnsi="Arial" w:cs="Arial"/>
        </w:rPr>
      </w:pPr>
    </w:p>
    <w:p w14:paraId="1E6839AE" w14:textId="77777777" w:rsidR="00776928" w:rsidRDefault="00776928" w:rsidP="00776928">
      <w:pPr>
        <w:tabs>
          <w:tab w:val="left" w:pos="432"/>
        </w:tabs>
        <w:jc w:val="both"/>
        <w:rPr>
          <w:rFonts w:ascii="Arial" w:hAnsi="Arial" w:cs="Arial"/>
        </w:rPr>
      </w:pPr>
      <w:r w:rsidRPr="0026238D">
        <w:rPr>
          <w:rFonts w:ascii="Arial" w:hAnsi="Arial" w:cs="Arial"/>
        </w:rPr>
        <w:t xml:space="preserve">Le titulaire met en place pour les </w:t>
      </w:r>
      <w:r>
        <w:rPr>
          <w:rFonts w:ascii="Arial" w:hAnsi="Arial" w:cs="Arial"/>
        </w:rPr>
        <w:t>commandes :</w:t>
      </w:r>
    </w:p>
    <w:p w14:paraId="1F7989ED" w14:textId="77777777" w:rsidR="00776928" w:rsidRDefault="00776928" w:rsidP="00776928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14:paraId="14AD080A" w14:textId="77777777" w:rsidR="00776928" w:rsidRDefault="00776928" w:rsidP="003151D8">
      <w:pPr>
        <w:ind w:firstLine="426"/>
        <w:jc w:val="both"/>
        <w:rPr>
          <w:rFonts w:ascii="Arial" w:hAnsi="Arial" w:cs="Arial"/>
        </w:rPr>
      </w:pPr>
      <w:r w:rsidRPr="0026238D">
        <w:rPr>
          <w:rFonts w:ascii="Arial" w:hAnsi="Arial" w:cs="Arial"/>
        </w:rPr>
        <w:t>Un numéro d’appel téléphonique</w:t>
      </w:r>
      <w:r w:rsidRPr="0026238D">
        <w:rPr>
          <w:rFonts w:ascii="Arial" w:hAnsi="Arial" w:cs="Arial"/>
        </w:rPr>
        <w:tab/>
      </w:r>
      <w:r w:rsidRPr="0026238D">
        <w:rPr>
          <w:rFonts w:ascii="Arial" w:hAnsi="Arial" w:cs="Arial"/>
        </w:rPr>
        <w:sym w:font="Wingdings 2" w:char="F027"/>
      </w:r>
      <w:r>
        <w:rPr>
          <w:rFonts w:ascii="Arial" w:hAnsi="Arial" w:cs="Arial"/>
        </w:rPr>
        <w:t> :</w:t>
      </w:r>
    </w:p>
    <w:p w14:paraId="4D1A3149" w14:textId="77777777" w:rsidR="00776928" w:rsidRDefault="00776928" w:rsidP="00776928">
      <w:pPr>
        <w:tabs>
          <w:tab w:val="left" w:pos="432"/>
        </w:tabs>
        <w:ind w:firstLine="426"/>
        <w:jc w:val="both"/>
        <w:rPr>
          <w:rFonts w:ascii="Arial" w:hAnsi="Arial" w:cs="Arial"/>
        </w:rPr>
      </w:pPr>
    </w:p>
    <w:p w14:paraId="352E5F2B" w14:textId="77777777" w:rsidR="00776928" w:rsidRDefault="00776928" w:rsidP="00776928">
      <w:pPr>
        <w:tabs>
          <w:tab w:val="left" w:pos="432"/>
          <w:tab w:val="left" w:pos="3402"/>
        </w:tabs>
        <w:ind w:firstLine="426"/>
        <w:jc w:val="both"/>
        <w:rPr>
          <w:rFonts w:ascii="Arial" w:hAnsi="Arial" w:cs="Arial"/>
          <w:bCs/>
        </w:rPr>
      </w:pPr>
      <w:r w:rsidRPr="00EC23E4">
        <w:rPr>
          <w:rFonts w:ascii="Arial" w:hAnsi="Arial" w:cs="Arial"/>
        </w:rPr>
        <w:t>Une adresse courriel</w:t>
      </w:r>
      <w:r>
        <w:rPr>
          <w:rFonts w:ascii="Arial" w:hAnsi="Arial" w:cs="Arial"/>
        </w:rPr>
        <w:tab/>
      </w:r>
      <w:r w:rsidRPr="00EC23E4">
        <w:rPr>
          <w:rFonts w:ascii="Arial" w:hAnsi="Arial" w:cs="Arial"/>
        </w:rPr>
        <w:sym w:font="Wingdings" w:char="F03A"/>
      </w:r>
      <w:r w:rsidRPr="00EC23E4">
        <w:rPr>
          <w:rFonts w:ascii="Arial" w:hAnsi="Arial" w:cs="Arial"/>
        </w:rPr>
        <w:t> :</w:t>
      </w:r>
    </w:p>
    <w:p w14:paraId="4F05C551" w14:textId="77777777" w:rsidR="00776928" w:rsidRDefault="00776928" w:rsidP="00776928">
      <w:pPr>
        <w:pStyle w:val="fcasegauche"/>
        <w:tabs>
          <w:tab w:val="left" w:pos="1701"/>
        </w:tabs>
        <w:spacing w:after="0"/>
        <w:rPr>
          <w:rFonts w:ascii="Arial" w:hAnsi="Arial" w:cs="Arial"/>
        </w:rPr>
      </w:pPr>
    </w:p>
    <w:p w14:paraId="2B6FA652" w14:textId="5AD6D9A2" w:rsidR="00776928" w:rsidRDefault="00776928" w:rsidP="003151D8">
      <w:pPr>
        <w:pStyle w:val="fcasegauche"/>
        <w:spacing w:after="0"/>
        <w:ind w:left="0" w:firstLine="0"/>
        <w:rPr>
          <w:rFonts w:ascii="Arial" w:hAnsi="Arial" w:cs="Arial"/>
        </w:rPr>
      </w:pPr>
      <w:r w:rsidRPr="00EC23E4">
        <w:rPr>
          <w:rFonts w:ascii="Arial" w:hAnsi="Arial" w:cs="Arial"/>
        </w:rPr>
        <w:t xml:space="preserve">La prise en compte d’une </w:t>
      </w:r>
      <w:r>
        <w:rPr>
          <w:rFonts w:ascii="Arial" w:hAnsi="Arial" w:cs="Arial"/>
        </w:rPr>
        <w:t>commande</w:t>
      </w:r>
      <w:r w:rsidRPr="00EC23E4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devra être</w:t>
      </w:r>
      <w:r w:rsidRPr="00EC23E4">
        <w:rPr>
          <w:rFonts w:ascii="Arial" w:hAnsi="Arial" w:cs="Arial"/>
          <w:bCs/>
        </w:rPr>
        <w:t xml:space="preserve"> </w:t>
      </w:r>
      <w:r w:rsidRPr="00EC23E4">
        <w:rPr>
          <w:rFonts w:ascii="Arial" w:hAnsi="Arial" w:cs="Arial"/>
        </w:rPr>
        <w:t>confirmée par un accusé de réception</w:t>
      </w:r>
      <w:r>
        <w:rPr>
          <w:rFonts w:ascii="Arial" w:hAnsi="Arial" w:cs="Arial"/>
        </w:rPr>
        <w:t xml:space="preserve"> </w:t>
      </w:r>
      <w:r w:rsidRPr="00EC23E4">
        <w:rPr>
          <w:rFonts w:ascii="Arial" w:hAnsi="Arial" w:cs="Arial"/>
        </w:rPr>
        <w:t xml:space="preserve">par </w:t>
      </w:r>
      <w:r>
        <w:rPr>
          <w:rFonts w:ascii="Arial" w:hAnsi="Arial" w:cs="Arial"/>
        </w:rPr>
        <w:t>courriel de la part du titulaire.</w:t>
      </w:r>
    </w:p>
    <w:p w14:paraId="754C4EDC" w14:textId="77777777" w:rsidR="00776928" w:rsidRDefault="00776928" w:rsidP="00776928">
      <w:pPr>
        <w:pStyle w:val="fcasegauche"/>
        <w:tabs>
          <w:tab w:val="left" w:pos="1701"/>
        </w:tabs>
        <w:spacing w:after="0"/>
        <w:rPr>
          <w:rFonts w:ascii="Arial" w:hAnsi="Arial" w:cs="Arial"/>
        </w:rPr>
      </w:pPr>
    </w:p>
    <w:p w14:paraId="5AB76C5F" w14:textId="77777777" w:rsidR="00776928" w:rsidRDefault="00776928" w:rsidP="00776928">
      <w:pPr>
        <w:tabs>
          <w:tab w:val="left" w:pos="432"/>
        </w:tabs>
        <w:jc w:val="both"/>
        <w:rPr>
          <w:rFonts w:ascii="Arial" w:hAnsi="Arial" w:cs="Arial"/>
        </w:rPr>
      </w:pPr>
    </w:p>
    <w:p w14:paraId="49C560D0" w14:textId="77777777" w:rsidR="00776928" w:rsidRPr="004A0F58" w:rsidRDefault="00776928" w:rsidP="00776928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tabs>
          <w:tab w:val="left" w:pos="432"/>
        </w:tabs>
        <w:jc w:val="both"/>
        <w:rPr>
          <w:rFonts w:ascii="Arial" w:hAnsi="Arial" w:cs="Arial"/>
          <w:sz w:val="10"/>
          <w:szCs w:val="10"/>
        </w:rPr>
      </w:pPr>
    </w:p>
    <w:p w14:paraId="341FDF69" w14:textId="1479483A" w:rsidR="00776928" w:rsidRPr="004A0F58" w:rsidRDefault="00776928" w:rsidP="00776928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tabs>
          <w:tab w:val="left" w:pos="432"/>
        </w:tabs>
        <w:jc w:val="both"/>
        <w:rPr>
          <w:rFonts w:ascii="Arial" w:hAnsi="Arial" w:cs="Arial"/>
        </w:rPr>
      </w:pPr>
      <w:r w:rsidRPr="004A0F58">
        <w:rPr>
          <w:rFonts w:ascii="Arial" w:hAnsi="Arial" w:cs="Arial"/>
        </w:rPr>
        <w:t xml:space="preserve">Le candidat, s’il est désigné titulaire du marché, s’engage à informer immédiatement le CROUS de Bretagne de toutes modifications concernant les interlocuteurs </w:t>
      </w:r>
      <w:r>
        <w:rPr>
          <w:rFonts w:ascii="Arial" w:hAnsi="Arial" w:cs="Arial"/>
        </w:rPr>
        <w:t xml:space="preserve">et modalités </w:t>
      </w:r>
      <w:r w:rsidRPr="004A0F58">
        <w:rPr>
          <w:rFonts w:ascii="Arial" w:hAnsi="Arial" w:cs="Arial"/>
        </w:rPr>
        <w:t>désignés ci-dessus.</w:t>
      </w:r>
    </w:p>
    <w:p w14:paraId="45CA7C70" w14:textId="77777777" w:rsidR="00776928" w:rsidRPr="004A0F58" w:rsidRDefault="00776928" w:rsidP="00776928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tabs>
          <w:tab w:val="left" w:pos="432"/>
        </w:tabs>
        <w:jc w:val="both"/>
        <w:rPr>
          <w:rFonts w:ascii="Arial" w:hAnsi="Arial" w:cs="Arial"/>
          <w:sz w:val="10"/>
          <w:szCs w:val="10"/>
        </w:rPr>
      </w:pPr>
    </w:p>
    <w:p w14:paraId="04149E7F" w14:textId="77777777" w:rsidR="00776928" w:rsidRDefault="00776928" w:rsidP="00776928">
      <w:pPr>
        <w:tabs>
          <w:tab w:val="left" w:pos="432"/>
        </w:tabs>
        <w:jc w:val="both"/>
        <w:rPr>
          <w:rFonts w:ascii="Arial" w:hAnsi="Arial" w:cs="Arial"/>
        </w:rPr>
      </w:pPr>
    </w:p>
    <w:p w14:paraId="761F2F2F" w14:textId="5BB09C60" w:rsidR="00F056A8" w:rsidRDefault="00F056A8" w:rsidP="003A2F30">
      <w:pPr>
        <w:jc w:val="both"/>
        <w:rPr>
          <w:rFonts w:ascii="Arial" w:hAnsi="Arial" w:cs="Arial"/>
        </w:rPr>
      </w:pPr>
    </w:p>
    <w:p w14:paraId="216BE38C" w14:textId="43052F13" w:rsidR="00776928" w:rsidRDefault="00776928" w:rsidP="003A2F30">
      <w:pPr>
        <w:jc w:val="both"/>
        <w:rPr>
          <w:rFonts w:ascii="Arial" w:hAnsi="Arial" w:cs="Arial"/>
        </w:rPr>
      </w:pPr>
    </w:p>
    <w:tbl>
      <w:tblPr>
        <w:tblW w:w="10277" w:type="dxa"/>
        <w:tblBorders>
          <w:top w:val="single" w:sz="12" w:space="0" w:color="1F4E79"/>
          <w:left w:val="single" w:sz="12" w:space="0" w:color="1F4E79"/>
          <w:bottom w:val="single" w:sz="12" w:space="0" w:color="1F4E79"/>
          <w:right w:val="single" w:sz="12" w:space="0" w:color="1F4E79"/>
          <w:insideH w:val="single" w:sz="12" w:space="0" w:color="1F4E79"/>
          <w:insideV w:val="single" w:sz="12" w:space="0" w:color="1F4E79"/>
        </w:tblBorders>
        <w:shd w:val="clear" w:color="auto" w:fill="2E74B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76928" w:rsidRPr="005E7ED1" w14:paraId="6953732D" w14:textId="77777777" w:rsidTr="00CC6A01">
        <w:tc>
          <w:tcPr>
            <w:tcW w:w="10277" w:type="dxa"/>
            <w:shd w:val="clear" w:color="auto" w:fill="2E74B5"/>
          </w:tcPr>
          <w:p w14:paraId="7C8DDC90" w14:textId="4E651557" w:rsidR="00776928" w:rsidRPr="005E7ED1" w:rsidRDefault="00776928" w:rsidP="003151D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>
              <w:rPr>
                <w:rFonts w:ascii="Arial" w:hAnsi="Arial" w:cs="Arial"/>
                <w:color w:val="FFFFFF"/>
              </w:rPr>
              <w:t>D</w:t>
            </w:r>
            <w:r w:rsidRPr="004367FD">
              <w:rPr>
                <w:rFonts w:ascii="Arial" w:hAnsi="Arial" w:cs="Arial"/>
                <w:b/>
                <w:color w:val="FFFFFF"/>
              </w:rPr>
              <w:t>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="00C836B0">
              <w:rPr>
                <w:rFonts w:ascii="Arial" w:hAnsi="Arial" w:cs="Arial"/>
                <w:b/>
                <w:color w:val="FFFFFF"/>
              </w:rPr>
              <w:t>Politique environnementale</w:t>
            </w:r>
            <w:r w:rsidR="00F61E8D">
              <w:rPr>
                <w:rFonts w:ascii="Arial" w:hAnsi="Arial" w:cs="Arial"/>
                <w:b/>
                <w:color w:val="FFFFFF"/>
              </w:rPr>
              <w:t xml:space="preserve"> et sociale</w:t>
            </w:r>
          </w:p>
        </w:tc>
      </w:tr>
    </w:tbl>
    <w:p w14:paraId="38EBD51A" w14:textId="4A5B212F" w:rsidR="00776928" w:rsidRDefault="00776928" w:rsidP="003A2F30">
      <w:pPr>
        <w:jc w:val="both"/>
        <w:rPr>
          <w:rFonts w:ascii="Arial" w:hAnsi="Arial" w:cs="Arial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FB778F" w:rsidRPr="00BE70C2" w14:paraId="03FEDA9D" w14:textId="77777777" w:rsidTr="009A5BD8">
        <w:trPr>
          <w:trHeight w:val="4082"/>
        </w:trPr>
        <w:tc>
          <w:tcPr>
            <w:tcW w:w="10065" w:type="dxa"/>
            <w:shd w:val="clear" w:color="auto" w:fill="auto"/>
          </w:tcPr>
          <w:p w14:paraId="270FC9DE" w14:textId="77777777" w:rsidR="00FB778F" w:rsidRPr="00FB778F" w:rsidRDefault="00FB778F" w:rsidP="0027264F">
            <w:pPr>
              <w:tabs>
                <w:tab w:val="left" w:pos="432"/>
              </w:tabs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23C01B8C" w14:textId="77777777" w:rsidR="00FB778F" w:rsidRPr="00BE70C2" w:rsidRDefault="00FB778F" w:rsidP="0027264F">
            <w:pPr>
              <w:tabs>
                <w:tab w:val="left" w:pos="432"/>
              </w:tabs>
              <w:jc w:val="both"/>
              <w:rPr>
                <w:rFonts w:ascii="Arial" w:hAnsi="Arial" w:cs="Arial"/>
                <w:bCs/>
              </w:rPr>
            </w:pPr>
            <w:r w:rsidRPr="00BE70C2">
              <w:rPr>
                <w:rFonts w:ascii="Arial" w:hAnsi="Arial" w:cs="Arial"/>
                <w:bCs/>
              </w:rPr>
              <w:t>Connaissez-vous la provenance exacte de vos produits ?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BE70C2">
              <w:rPr>
                <w:rFonts w:ascii="Arial" w:hAnsi="Arial" w:cs="Arial"/>
                <w:bCs/>
              </w:rPr>
              <w:t>La provenance est-elle partiellement ou entièrement locale (Bretagne et département limitrophes) ?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BE70C2">
              <w:rPr>
                <w:rFonts w:ascii="Arial" w:hAnsi="Arial" w:cs="Arial"/>
                <w:bCs/>
              </w:rPr>
              <w:t>Si oui, selon quel pourcentage approximatif ?</w:t>
            </w:r>
          </w:p>
          <w:p w14:paraId="1BED91CB" w14:textId="77777777" w:rsidR="00FB778F" w:rsidRPr="00BE70C2" w:rsidRDefault="00FB778F" w:rsidP="0027264F">
            <w:pPr>
              <w:tabs>
                <w:tab w:val="left" w:pos="432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FB778F" w:rsidRPr="00BE70C2" w14:paraId="42A90FE3" w14:textId="77777777" w:rsidTr="00F11018">
        <w:trPr>
          <w:trHeight w:val="4894"/>
        </w:trPr>
        <w:tc>
          <w:tcPr>
            <w:tcW w:w="10065" w:type="dxa"/>
            <w:shd w:val="clear" w:color="auto" w:fill="auto"/>
          </w:tcPr>
          <w:p w14:paraId="63155F8C" w14:textId="77777777" w:rsidR="00FB778F" w:rsidRPr="00FB778F" w:rsidRDefault="00FB778F" w:rsidP="00BE70C2">
            <w:pPr>
              <w:tabs>
                <w:tab w:val="left" w:pos="432"/>
              </w:tabs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45FF65A3" w14:textId="77777777" w:rsidR="00FB778F" w:rsidRPr="00BE70C2" w:rsidRDefault="00FB778F" w:rsidP="00BE70C2">
            <w:pPr>
              <w:tabs>
                <w:tab w:val="left" w:pos="432"/>
              </w:tabs>
              <w:jc w:val="both"/>
              <w:rPr>
                <w:rFonts w:ascii="Arial" w:hAnsi="Arial" w:cs="Arial"/>
                <w:bCs/>
              </w:rPr>
            </w:pPr>
            <w:r w:rsidRPr="00BE70C2">
              <w:rPr>
                <w:rFonts w:ascii="Arial" w:hAnsi="Arial" w:cs="Arial"/>
                <w:bCs/>
              </w:rPr>
              <w:t>Quelles sont vos politiques d’actions actuelles concernant la gestion durable des ressources ?</w:t>
            </w:r>
          </w:p>
          <w:p w14:paraId="71EAE7A4" w14:textId="0F45FAC7" w:rsidR="00FB778F" w:rsidRPr="00BE70C2" w:rsidRDefault="00FB778F" w:rsidP="00BE70C2">
            <w:pPr>
              <w:tabs>
                <w:tab w:val="left" w:pos="432"/>
              </w:tabs>
              <w:jc w:val="both"/>
              <w:rPr>
                <w:rFonts w:ascii="Arial" w:hAnsi="Arial" w:cs="Arial"/>
                <w:bCs/>
                <w:i/>
              </w:rPr>
            </w:pPr>
            <w:r w:rsidRPr="00BE70C2">
              <w:rPr>
                <w:rFonts w:ascii="Arial" w:hAnsi="Arial" w:cs="Arial"/>
                <w:bCs/>
                <w:i/>
              </w:rPr>
              <w:t>Ex : sur l’eau, l’énergie, les matières premières, les transports, les déchets</w:t>
            </w:r>
            <w:r w:rsidR="003440C0">
              <w:rPr>
                <w:rFonts w:ascii="Arial" w:hAnsi="Arial" w:cs="Arial"/>
                <w:bCs/>
                <w:i/>
              </w:rPr>
              <w:t>,</w:t>
            </w:r>
            <w:r w:rsidR="002E4932">
              <w:rPr>
                <w:rFonts w:ascii="Arial" w:hAnsi="Arial" w:cs="Arial"/>
                <w:bCs/>
                <w:i/>
              </w:rPr>
              <w:t xml:space="preserve"> les emballages</w:t>
            </w:r>
            <w:r w:rsidR="003440C0">
              <w:rPr>
                <w:rFonts w:ascii="Arial" w:hAnsi="Arial" w:cs="Arial"/>
                <w:bCs/>
                <w:i/>
              </w:rPr>
              <w:t xml:space="preserve"> </w:t>
            </w:r>
            <w:r w:rsidRPr="00BE70C2">
              <w:rPr>
                <w:rFonts w:ascii="Arial" w:hAnsi="Arial" w:cs="Arial"/>
                <w:bCs/>
                <w:i/>
              </w:rPr>
              <w:t>…</w:t>
            </w:r>
          </w:p>
          <w:p w14:paraId="5BC57F14" w14:textId="77777777" w:rsidR="00FB778F" w:rsidRPr="00BE70C2" w:rsidRDefault="00FB778F" w:rsidP="0027264F">
            <w:pPr>
              <w:tabs>
                <w:tab w:val="left" w:pos="432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FB778F" w:rsidRPr="00BE70C2" w14:paraId="7A069730" w14:textId="77777777" w:rsidTr="00F11018">
        <w:trPr>
          <w:trHeight w:val="4894"/>
        </w:trPr>
        <w:tc>
          <w:tcPr>
            <w:tcW w:w="10065" w:type="dxa"/>
            <w:shd w:val="clear" w:color="auto" w:fill="auto"/>
          </w:tcPr>
          <w:p w14:paraId="6AD34756" w14:textId="77777777" w:rsidR="00FB778F" w:rsidRPr="00FB778F" w:rsidRDefault="00FB778F" w:rsidP="0027264F">
            <w:pPr>
              <w:tabs>
                <w:tab w:val="left" w:pos="432"/>
              </w:tabs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4664A035" w14:textId="77777777" w:rsidR="00FB778F" w:rsidRPr="00BE70C2" w:rsidRDefault="00FB778F" w:rsidP="00BE70C2">
            <w:pPr>
              <w:tabs>
                <w:tab w:val="left" w:pos="432"/>
              </w:tabs>
              <w:jc w:val="both"/>
              <w:rPr>
                <w:rFonts w:ascii="Arial" w:hAnsi="Arial" w:cs="Arial"/>
              </w:rPr>
            </w:pPr>
            <w:r w:rsidRPr="00BE70C2">
              <w:rPr>
                <w:rFonts w:ascii="Arial" w:hAnsi="Arial" w:cs="Arial"/>
              </w:rPr>
              <w:t>Des solutions spécifiques sont-elles mises en œuvre dans le cadre de l'exécution du marché pour rédu</w:t>
            </w:r>
            <w:r>
              <w:rPr>
                <w:rFonts w:ascii="Arial" w:hAnsi="Arial" w:cs="Arial"/>
              </w:rPr>
              <w:t>ire l’impact environnemental des prestations ?</w:t>
            </w:r>
          </w:p>
          <w:p w14:paraId="1D62F5BC" w14:textId="77777777" w:rsidR="00FB778F" w:rsidRPr="00BE70C2" w:rsidRDefault="00FB778F" w:rsidP="00BE70C2">
            <w:pPr>
              <w:tabs>
                <w:tab w:val="left" w:pos="432"/>
              </w:tabs>
              <w:jc w:val="both"/>
              <w:rPr>
                <w:rFonts w:ascii="Arial" w:hAnsi="Arial" w:cs="Arial"/>
                <w:i/>
              </w:rPr>
            </w:pPr>
            <w:r w:rsidRPr="00BE70C2">
              <w:rPr>
                <w:rFonts w:ascii="Arial" w:hAnsi="Arial" w:cs="Arial"/>
                <w:i/>
              </w:rPr>
              <w:t>Ex : emballages, livraisons, tri sélectif</w:t>
            </w:r>
            <w:r w:rsidR="003440C0">
              <w:rPr>
                <w:rFonts w:ascii="Arial" w:hAnsi="Arial" w:cs="Arial"/>
                <w:i/>
              </w:rPr>
              <w:t xml:space="preserve">, </w:t>
            </w:r>
            <w:r w:rsidRPr="00BE70C2">
              <w:rPr>
                <w:rFonts w:ascii="Arial" w:hAnsi="Arial" w:cs="Arial"/>
                <w:i/>
              </w:rPr>
              <w:t>...</w:t>
            </w:r>
          </w:p>
          <w:p w14:paraId="7879F706" w14:textId="77777777" w:rsidR="00FB778F" w:rsidRPr="00BE70C2" w:rsidRDefault="00FB778F" w:rsidP="00BE70C2">
            <w:pPr>
              <w:tabs>
                <w:tab w:val="left" w:pos="432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87083E" w:rsidRPr="00BE70C2" w14:paraId="42F510C5" w14:textId="77777777" w:rsidTr="00F11018">
        <w:trPr>
          <w:trHeight w:val="4894"/>
        </w:trPr>
        <w:tc>
          <w:tcPr>
            <w:tcW w:w="10065" w:type="dxa"/>
            <w:shd w:val="clear" w:color="auto" w:fill="auto"/>
          </w:tcPr>
          <w:p w14:paraId="2C3AF73B" w14:textId="77777777" w:rsidR="0087083E" w:rsidRPr="00FB778F" w:rsidRDefault="0087083E" w:rsidP="0087083E">
            <w:pPr>
              <w:tabs>
                <w:tab w:val="left" w:pos="432"/>
              </w:tabs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767D60BC" w14:textId="11ACF25E" w:rsidR="0087083E" w:rsidRPr="00FB778F" w:rsidRDefault="009A5BD8" w:rsidP="006256BD">
            <w:pPr>
              <w:tabs>
                <w:tab w:val="left" w:pos="432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  <w:r>
              <w:rPr>
                <w:rFonts w:ascii="Arial" w:hAnsi="Arial" w:cs="Arial"/>
              </w:rPr>
              <w:t>Quelle</w:t>
            </w:r>
            <w:r w:rsidRPr="006256BD">
              <w:rPr>
                <w:rFonts w:ascii="Arial" w:hAnsi="Arial" w:cs="Arial"/>
              </w:rPr>
              <w:t xml:space="preserve"> est la p</w:t>
            </w:r>
            <w:r w:rsidR="0087083E" w:rsidRPr="006256BD">
              <w:rPr>
                <w:rFonts w:ascii="Arial" w:hAnsi="Arial" w:cs="Arial"/>
              </w:rPr>
              <w:t xml:space="preserve">olitique de l’entreprise en </w:t>
            </w:r>
            <w:r w:rsidRPr="006256BD">
              <w:rPr>
                <w:rFonts w:ascii="Arial" w:hAnsi="Arial" w:cs="Arial"/>
              </w:rPr>
              <w:t>matière</w:t>
            </w:r>
            <w:r w:rsidR="0087083E" w:rsidRPr="006256BD">
              <w:rPr>
                <w:rFonts w:ascii="Arial" w:hAnsi="Arial" w:cs="Arial"/>
              </w:rPr>
              <w:t xml:space="preserve"> de démarche RS</w:t>
            </w:r>
            <w:r w:rsidRPr="006256BD">
              <w:rPr>
                <w:rFonts w:ascii="Arial" w:hAnsi="Arial" w:cs="Arial"/>
              </w:rPr>
              <w:t>E (Responsabilité Sociétale des Entreprises) ?</w:t>
            </w:r>
          </w:p>
        </w:tc>
      </w:tr>
      <w:tr w:rsidR="00FB778F" w:rsidRPr="00BE70C2" w14:paraId="640CCD9D" w14:textId="77777777" w:rsidTr="00F11018">
        <w:trPr>
          <w:trHeight w:val="14726"/>
        </w:trPr>
        <w:tc>
          <w:tcPr>
            <w:tcW w:w="10065" w:type="dxa"/>
            <w:shd w:val="clear" w:color="auto" w:fill="auto"/>
          </w:tcPr>
          <w:p w14:paraId="69E30FEF" w14:textId="77777777" w:rsidR="00FB778F" w:rsidRPr="00FB778F" w:rsidRDefault="00FB778F" w:rsidP="0027264F">
            <w:pPr>
              <w:tabs>
                <w:tab w:val="left" w:pos="432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14:paraId="46E73BA2" w14:textId="69EAA5FA" w:rsidR="00FB778F" w:rsidRPr="00BE70C2" w:rsidRDefault="00FB778F" w:rsidP="0027264F">
            <w:pPr>
              <w:tabs>
                <w:tab w:val="left" w:pos="432"/>
              </w:tabs>
              <w:jc w:val="both"/>
              <w:rPr>
                <w:rFonts w:ascii="Arial" w:hAnsi="Arial" w:cs="Arial"/>
              </w:rPr>
            </w:pPr>
            <w:r w:rsidRPr="00BE70C2">
              <w:rPr>
                <w:rFonts w:ascii="Arial" w:hAnsi="Arial" w:cs="Arial"/>
              </w:rPr>
              <w:t>Renseignements complémentaires (observations, remarques, précisions</w:t>
            </w:r>
            <w:r w:rsidR="001C3C8D">
              <w:rPr>
                <w:rFonts w:ascii="Arial" w:hAnsi="Arial" w:cs="Arial"/>
              </w:rPr>
              <w:t>)</w:t>
            </w:r>
            <w:r w:rsidRPr="00BE70C2">
              <w:rPr>
                <w:rFonts w:ascii="Arial" w:hAnsi="Arial" w:cs="Arial"/>
              </w:rPr>
              <w:t xml:space="preserve"> dont le candidat souhaite faire part.</w:t>
            </w:r>
          </w:p>
          <w:p w14:paraId="2FE7A0B3" w14:textId="77777777" w:rsidR="00FB778F" w:rsidRPr="00BE70C2" w:rsidRDefault="00FB778F" w:rsidP="0027264F">
            <w:pPr>
              <w:tabs>
                <w:tab w:val="left" w:pos="432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6AA7E9A4" w14:textId="1C52E8AF" w:rsidR="00B82507" w:rsidRPr="00CC25E2" w:rsidRDefault="00B82507" w:rsidP="00C836B0">
      <w:pPr>
        <w:tabs>
          <w:tab w:val="left" w:pos="432"/>
        </w:tabs>
        <w:jc w:val="both"/>
        <w:rPr>
          <w:rFonts w:ascii="Arial" w:hAnsi="Arial" w:cs="Arial"/>
          <w:i/>
          <w:sz w:val="16"/>
        </w:rPr>
      </w:pPr>
    </w:p>
    <w:sectPr w:rsidR="00B82507" w:rsidRPr="00CC25E2" w:rsidSect="00D511DE">
      <w:footerReference w:type="default" r:id="rId8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F630A" w14:textId="77777777" w:rsidR="00A50BE7" w:rsidRDefault="00A50BE7">
      <w:r>
        <w:separator/>
      </w:r>
    </w:p>
  </w:endnote>
  <w:endnote w:type="continuationSeparator" w:id="0">
    <w:p w14:paraId="5C0A5579" w14:textId="77777777" w:rsidR="00A50BE7" w:rsidRDefault="00A50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819FB" w14:textId="77777777" w:rsidR="00F81F55" w:rsidRDefault="00F81F55" w:rsidP="0026238D">
    <w:pPr>
      <w:pStyle w:val="Pieddepage"/>
      <w:tabs>
        <w:tab w:val="clear" w:pos="9072"/>
        <w:tab w:val="right" w:pos="10348"/>
      </w:tabs>
      <w:ind w:right="360"/>
      <w:rPr>
        <w:i/>
        <w:sz w:val="16"/>
        <w:szCs w:val="16"/>
      </w:rPr>
    </w:pPr>
  </w:p>
  <w:p w14:paraId="7A49978F" w14:textId="125D1846" w:rsidR="00F81F55" w:rsidRPr="007F6521" w:rsidRDefault="00701D1F" w:rsidP="0026238D">
    <w:pPr>
      <w:pStyle w:val="Pieddepage"/>
      <w:tabs>
        <w:tab w:val="clear" w:pos="9072"/>
        <w:tab w:val="right" w:pos="10348"/>
      </w:tabs>
      <w:ind w:right="360"/>
      <w:rPr>
        <w:i/>
        <w:sz w:val="16"/>
        <w:szCs w:val="16"/>
      </w:rPr>
    </w:pPr>
    <w:r>
      <w:rPr>
        <w:i/>
        <w:sz w:val="16"/>
        <w:szCs w:val="16"/>
      </w:rPr>
      <w:t>MF 20</w:t>
    </w:r>
    <w:r w:rsidR="007F6521">
      <w:rPr>
        <w:i/>
        <w:sz w:val="16"/>
        <w:szCs w:val="16"/>
      </w:rPr>
      <w:t>2</w:t>
    </w:r>
    <w:r w:rsidR="00736C57">
      <w:rPr>
        <w:i/>
        <w:sz w:val="16"/>
        <w:szCs w:val="16"/>
      </w:rPr>
      <w:t>5</w:t>
    </w:r>
    <w:r w:rsidR="007F6521">
      <w:rPr>
        <w:i/>
        <w:sz w:val="16"/>
        <w:szCs w:val="16"/>
      </w:rPr>
      <w:t>-0</w:t>
    </w:r>
    <w:r w:rsidR="00736C57">
      <w:rPr>
        <w:i/>
        <w:sz w:val="16"/>
        <w:szCs w:val="16"/>
      </w:rPr>
      <w:t>38</w:t>
    </w:r>
    <w:r w:rsidR="0085099F">
      <w:rPr>
        <w:i/>
        <w:sz w:val="16"/>
        <w:szCs w:val="16"/>
      </w:rPr>
      <w:t xml:space="preserve"> : </w:t>
    </w:r>
    <w:r w:rsidR="00E73539">
      <w:rPr>
        <w:i/>
        <w:sz w:val="16"/>
        <w:szCs w:val="16"/>
      </w:rPr>
      <w:t>Pains frais et viennoiseries fraiches</w:t>
    </w:r>
    <w:r w:rsidR="0085099F">
      <w:rPr>
        <w:i/>
        <w:sz w:val="16"/>
        <w:szCs w:val="16"/>
      </w:rPr>
      <w:t xml:space="preserve"> </w:t>
    </w:r>
    <w:r w:rsidR="00F81F55">
      <w:rPr>
        <w:i/>
        <w:sz w:val="16"/>
        <w:szCs w:val="16"/>
      </w:rPr>
      <w:t>– CRT</w:t>
    </w:r>
    <w:r w:rsidR="00F81F55" w:rsidRPr="00BF7ECF">
      <w:rPr>
        <w:i/>
        <w:sz w:val="16"/>
        <w:szCs w:val="16"/>
      </w:rPr>
      <w:tab/>
    </w:r>
    <w:r w:rsidR="00F81F55" w:rsidRPr="00BF7ECF">
      <w:rPr>
        <w:i/>
        <w:sz w:val="16"/>
        <w:szCs w:val="16"/>
      </w:rPr>
      <w:tab/>
      <w:t xml:space="preserve">Page </w:t>
    </w:r>
    <w:r w:rsidR="00F81F55">
      <w:rPr>
        <w:i/>
        <w:sz w:val="16"/>
        <w:szCs w:val="16"/>
      </w:rPr>
      <w:fldChar w:fldCharType="begin"/>
    </w:r>
    <w:r w:rsidR="00F81F55">
      <w:rPr>
        <w:i/>
        <w:sz w:val="16"/>
        <w:szCs w:val="16"/>
      </w:rPr>
      <w:instrText xml:space="preserve"> PAGE   \* MERGEFORMAT </w:instrText>
    </w:r>
    <w:r w:rsidR="00F81F55">
      <w:rPr>
        <w:i/>
        <w:sz w:val="16"/>
        <w:szCs w:val="16"/>
      </w:rPr>
      <w:fldChar w:fldCharType="separate"/>
    </w:r>
    <w:r w:rsidR="0087018F">
      <w:rPr>
        <w:i/>
        <w:noProof/>
        <w:sz w:val="16"/>
        <w:szCs w:val="16"/>
      </w:rPr>
      <w:t>2</w:t>
    </w:r>
    <w:r w:rsidR="00F81F55">
      <w:rPr>
        <w:i/>
        <w:sz w:val="16"/>
        <w:szCs w:val="16"/>
      </w:rPr>
      <w:fldChar w:fldCharType="end"/>
    </w:r>
    <w:r w:rsidR="00F81F55">
      <w:rPr>
        <w:i/>
        <w:sz w:val="16"/>
        <w:szCs w:val="16"/>
      </w:rPr>
      <w:t xml:space="preserve"> sur </w:t>
    </w:r>
    <w:r w:rsidR="00F81F55">
      <w:rPr>
        <w:i/>
        <w:sz w:val="16"/>
        <w:szCs w:val="16"/>
      </w:rPr>
      <w:fldChar w:fldCharType="begin"/>
    </w:r>
    <w:r w:rsidR="00F81F55">
      <w:rPr>
        <w:i/>
        <w:sz w:val="16"/>
        <w:szCs w:val="16"/>
      </w:rPr>
      <w:instrText xml:space="preserve"> NUMPAGES  \* Arabic  \* MERGEFORMAT </w:instrText>
    </w:r>
    <w:r w:rsidR="00F81F55">
      <w:rPr>
        <w:i/>
        <w:sz w:val="16"/>
        <w:szCs w:val="16"/>
      </w:rPr>
      <w:fldChar w:fldCharType="separate"/>
    </w:r>
    <w:r w:rsidR="0087018F">
      <w:rPr>
        <w:i/>
        <w:noProof/>
        <w:sz w:val="16"/>
        <w:szCs w:val="16"/>
      </w:rPr>
      <w:t>2</w:t>
    </w:r>
    <w:r w:rsidR="00F81F55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B399B" w14:textId="77777777" w:rsidR="00A50BE7" w:rsidRDefault="00A50BE7">
      <w:r>
        <w:separator/>
      </w:r>
    </w:p>
  </w:footnote>
  <w:footnote w:type="continuationSeparator" w:id="0">
    <w:p w14:paraId="19FE56B4" w14:textId="77777777" w:rsidR="00A50BE7" w:rsidRDefault="00A50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1C59E3"/>
    <w:multiLevelType w:val="hybridMultilevel"/>
    <w:tmpl w:val="5D4CB66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3465AF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592272B"/>
    <w:multiLevelType w:val="hybridMultilevel"/>
    <w:tmpl w:val="8346AB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B574E0"/>
    <w:multiLevelType w:val="multilevel"/>
    <w:tmpl w:val="C44E607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F3632"/>
    <w:multiLevelType w:val="hybridMultilevel"/>
    <w:tmpl w:val="8C1449E0"/>
    <w:lvl w:ilvl="0" w:tplc="A0266FF6">
      <w:start w:val="1"/>
      <w:numFmt w:val="decimal"/>
      <w:lvlText w:val="(%1)"/>
      <w:lvlJc w:val="left"/>
      <w:pPr>
        <w:tabs>
          <w:tab w:val="num" w:pos="928"/>
        </w:tabs>
        <w:ind w:left="928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8" w15:restartNumberingAfterBreak="0">
    <w:nsid w:val="2ECF7869"/>
    <w:multiLevelType w:val="hybridMultilevel"/>
    <w:tmpl w:val="3E84B3B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86B86"/>
    <w:multiLevelType w:val="hybridMultilevel"/>
    <w:tmpl w:val="9572D6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C733F5"/>
    <w:multiLevelType w:val="multilevel"/>
    <w:tmpl w:val="FE4A1760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3802699A"/>
    <w:multiLevelType w:val="singleLevel"/>
    <w:tmpl w:val="8C6C91D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03D1817"/>
    <w:multiLevelType w:val="hybridMultilevel"/>
    <w:tmpl w:val="BEC0418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E500F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E80300"/>
    <w:multiLevelType w:val="singleLevel"/>
    <w:tmpl w:val="431E308A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15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6" w15:restartNumberingAfterBreak="0">
    <w:nsid w:val="5C56074B"/>
    <w:multiLevelType w:val="hybridMultilevel"/>
    <w:tmpl w:val="D4DC92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C75B6B"/>
    <w:multiLevelType w:val="hybridMultilevel"/>
    <w:tmpl w:val="D902D29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5141A1"/>
    <w:multiLevelType w:val="hybridMultilevel"/>
    <w:tmpl w:val="E400551E"/>
    <w:lvl w:ilvl="0" w:tplc="F81AA35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765731"/>
    <w:multiLevelType w:val="hybridMultilevel"/>
    <w:tmpl w:val="FB2E9DBE"/>
    <w:lvl w:ilvl="0" w:tplc="06A2B2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500ABB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ED068F4"/>
    <w:multiLevelType w:val="singleLevel"/>
    <w:tmpl w:val="F85EF4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75687459"/>
    <w:multiLevelType w:val="hybridMultilevel"/>
    <w:tmpl w:val="B2EA38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7548C6"/>
    <w:multiLevelType w:val="singleLevel"/>
    <w:tmpl w:val="3398D2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77AE1F7D"/>
    <w:multiLevelType w:val="hybridMultilevel"/>
    <w:tmpl w:val="8ADE05AE"/>
    <w:lvl w:ilvl="0" w:tplc="CE344D2A">
      <w:start w:val="1"/>
      <w:numFmt w:val="bullet"/>
      <w:lvlText w:val="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580C1D"/>
    <w:multiLevelType w:val="hybridMultilevel"/>
    <w:tmpl w:val="B776BC2A"/>
    <w:lvl w:ilvl="0" w:tplc="06A2B2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872BF"/>
    <w:multiLevelType w:val="hybridMultilevel"/>
    <w:tmpl w:val="DF96FA1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03406C"/>
    <w:multiLevelType w:val="hybridMultilevel"/>
    <w:tmpl w:val="C44E607A"/>
    <w:lvl w:ilvl="0" w:tplc="92F40E6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41317039">
    <w:abstractNumId w:val="7"/>
  </w:num>
  <w:num w:numId="2" w16cid:durableId="260453480">
    <w:abstractNumId w:val="3"/>
  </w:num>
  <w:num w:numId="3" w16cid:durableId="2080638280">
    <w:abstractNumId w:val="15"/>
  </w:num>
  <w:num w:numId="4" w16cid:durableId="1901285137">
    <w:abstractNumId w:val="21"/>
  </w:num>
  <w:num w:numId="5" w16cid:durableId="837579213">
    <w:abstractNumId w:val="20"/>
  </w:num>
  <w:num w:numId="6" w16cid:durableId="541408608">
    <w:abstractNumId w:val="2"/>
  </w:num>
  <w:num w:numId="7" w16cid:durableId="1806387521">
    <w:abstractNumId w:val="10"/>
  </w:num>
  <w:num w:numId="8" w16cid:durableId="4212141">
    <w:abstractNumId w:val="27"/>
  </w:num>
  <w:num w:numId="9" w16cid:durableId="1202354435">
    <w:abstractNumId w:val="5"/>
  </w:num>
  <w:num w:numId="10" w16cid:durableId="1953245447">
    <w:abstractNumId w:val="24"/>
  </w:num>
  <w:num w:numId="11" w16cid:durableId="108726766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6144305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525540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71616540">
    <w:abstractNumId w:val="23"/>
  </w:num>
  <w:num w:numId="15" w16cid:durableId="2126146729">
    <w:abstractNumId w:val="11"/>
  </w:num>
  <w:num w:numId="16" w16cid:durableId="1955087252">
    <w:abstractNumId w:val="6"/>
  </w:num>
  <w:num w:numId="17" w16cid:durableId="792287271">
    <w:abstractNumId w:val="14"/>
  </w:num>
  <w:num w:numId="18" w16cid:durableId="1793667738">
    <w:abstractNumId w:val="26"/>
  </w:num>
  <w:num w:numId="19" w16cid:durableId="2117091408">
    <w:abstractNumId w:val="18"/>
  </w:num>
  <w:num w:numId="20" w16cid:durableId="1449080550">
    <w:abstractNumId w:val="1"/>
  </w:num>
  <w:num w:numId="21" w16cid:durableId="1908104210">
    <w:abstractNumId w:val="16"/>
  </w:num>
  <w:num w:numId="22" w16cid:durableId="2114326094">
    <w:abstractNumId w:val="13"/>
  </w:num>
  <w:num w:numId="23" w16cid:durableId="274942760">
    <w:abstractNumId w:val="4"/>
  </w:num>
  <w:num w:numId="24" w16cid:durableId="1746684206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5" w16cid:durableId="2145268132">
    <w:abstractNumId w:val="8"/>
  </w:num>
  <w:num w:numId="26" w16cid:durableId="608779130">
    <w:abstractNumId w:val="22"/>
  </w:num>
  <w:num w:numId="27" w16cid:durableId="1278367969">
    <w:abstractNumId w:val="8"/>
  </w:num>
  <w:num w:numId="28" w16cid:durableId="690884794">
    <w:abstractNumId w:val="9"/>
  </w:num>
  <w:num w:numId="29" w16cid:durableId="158155982">
    <w:abstractNumId w:val="25"/>
  </w:num>
  <w:num w:numId="30" w16cid:durableId="202651600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2D90"/>
    <w:rsid w:val="00000FAD"/>
    <w:rsid w:val="00001FA1"/>
    <w:rsid w:val="00002729"/>
    <w:rsid w:val="000157AC"/>
    <w:rsid w:val="00016E03"/>
    <w:rsid w:val="00016E4D"/>
    <w:rsid w:val="00016FF0"/>
    <w:rsid w:val="00020661"/>
    <w:rsid w:val="000208BF"/>
    <w:rsid w:val="0002123C"/>
    <w:rsid w:val="0003026B"/>
    <w:rsid w:val="00035048"/>
    <w:rsid w:val="000361E5"/>
    <w:rsid w:val="0003656D"/>
    <w:rsid w:val="00037E94"/>
    <w:rsid w:val="00043543"/>
    <w:rsid w:val="0004580F"/>
    <w:rsid w:val="000538E8"/>
    <w:rsid w:val="00054506"/>
    <w:rsid w:val="000578F5"/>
    <w:rsid w:val="000606F5"/>
    <w:rsid w:val="00063EA0"/>
    <w:rsid w:val="00064584"/>
    <w:rsid w:val="00082482"/>
    <w:rsid w:val="00085C0F"/>
    <w:rsid w:val="00093104"/>
    <w:rsid w:val="000A0BF2"/>
    <w:rsid w:val="000A0F1A"/>
    <w:rsid w:val="000A1803"/>
    <w:rsid w:val="000A4DA0"/>
    <w:rsid w:val="000B30E0"/>
    <w:rsid w:val="000B46BC"/>
    <w:rsid w:val="000B5F73"/>
    <w:rsid w:val="000C3E86"/>
    <w:rsid w:val="000C796F"/>
    <w:rsid w:val="000D0414"/>
    <w:rsid w:val="000D0DD4"/>
    <w:rsid w:val="000D377B"/>
    <w:rsid w:val="000D3EBF"/>
    <w:rsid w:val="000D6FBC"/>
    <w:rsid w:val="000E02FE"/>
    <w:rsid w:val="000E5115"/>
    <w:rsid w:val="000E6B8B"/>
    <w:rsid w:val="000E70C9"/>
    <w:rsid w:val="000F4A1E"/>
    <w:rsid w:val="000F603C"/>
    <w:rsid w:val="00101440"/>
    <w:rsid w:val="0010614C"/>
    <w:rsid w:val="001112BD"/>
    <w:rsid w:val="00111F9E"/>
    <w:rsid w:val="00111FC7"/>
    <w:rsid w:val="00112AA8"/>
    <w:rsid w:val="001174EA"/>
    <w:rsid w:val="001237C3"/>
    <w:rsid w:val="00135B2B"/>
    <w:rsid w:val="001405F1"/>
    <w:rsid w:val="00142AE0"/>
    <w:rsid w:val="00147323"/>
    <w:rsid w:val="00151190"/>
    <w:rsid w:val="00151F60"/>
    <w:rsid w:val="001534DB"/>
    <w:rsid w:val="00154426"/>
    <w:rsid w:val="00154F33"/>
    <w:rsid w:val="001566F5"/>
    <w:rsid w:val="00160EDF"/>
    <w:rsid w:val="00160F67"/>
    <w:rsid w:val="0016509D"/>
    <w:rsid w:val="00166E0B"/>
    <w:rsid w:val="0017374F"/>
    <w:rsid w:val="00174B41"/>
    <w:rsid w:val="001756D8"/>
    <w:rsid w:val="00177F54"/>
    <w:rsid w:val="001817B2"/>
    <w:rsid w:val="00182202"/>
    <w:rsid w:val="00182C8F"/>
    <w:rsid w:val="00185DCD"/>
    <w:rsid w:val="001969BD"/>
    <w:rsid w:val="00197C07"/>
    <w:rsid w:val="001A4462"/>
    <w:rsid w:val="001A7119"/>
    <w:rsid w:val="001A7BD1"/>
    <w:rsid w:val="001B0BDA"/>
    <w:rsid w:val="001B205B"/>
    <w:rsid w:val="001B3F15"/>
    <w:rsid w:val="001B60FC"/>
    <w:rsid w:val="001B6468"/>
    <w:rsid w:val="001B666E"/>
    <w:rsid w:val="001C0894"/>
    <w:rsid w:val="001C3C8D"/>
    <w:rsid w:val="001C4344"/>
    <w:rsid w:val="001C45AB"/>
    <w:rsid w:val="001C4DF2"/>
    <w:rsid w:val="001C76B8"/>
    <w:rsid w:val="001D1E91"/>
    <w:rsid w:val="001D237D"/>
    <w:rsid w:val="001D39A6"/>
    <w:rsid w:val="001D3F99"/>
    <w:rsid w:val="001D76BD"/>
    <w:rsid w:val="001E1DBA"/>
    <w:rsid w:val="001E2CAE"/>
    <w:rsid w:val="001F4807"/>
    <w:rsid w:val="001F4D78"/>
    <w:rsid w:val="00200835"/>
    <w:rsid w:val="0020113C"/>
    <w:rsid w:val="002021ED"/>
    <w:rsid w:val="002023D8"/>
    <w:rsid w:val="002025C8"/>
    <w:rsid w:val="002042AB"/>
    <w:rsid w:val="00205A2A"/>
    <w:rsid w:val="002062DF"/>
    <w:rsid w:val="00206862"/>
    <w:rsid w:val="00217914"/>
    <w:rsid w:val="00222488"/>
    <w:rsid w:val="00226A98"/>
    <w:rsid w:val="00231D0C"/>
    <w:rsid w:val="0023681A"/>
    <w:rsid w:val="002402F7"/>
    <w:rsid w:val="00240312"/>
    <w:rsid w:val="00241106"/>
    <w:rsid w:val="00250880"/>
    <w:rsid w:val="002515F5"/>
    <w:rsid w:val="002517EB"/>
    <w:rsid w:val="00251A65"/>
    <w:rsid w:val="002551A0"/>
    <w:rsid w:val="00257F51"/>
    <w:rsid w:val="0026238D"/>
    <w:rsid w:val="00262821"/>
    <w:rsid w:val="00266D8E"/>
    <w:rsid w:val="0027149A"/>
    <w:rsid w:val="0027264F"/>
    <w:rsid w:val="00273060"/>
    <w:rsid w:val="00277837"/>
    <w:rsid w:val="00280E52"/>
    <w:rsid w:val="0028193F"/>
    <w:rsid w:val="00287578"/>
    <w:rsid w:val="00290A84"/>
    <w:rsid w:val="002956D8"/>
    <w:rsid w:val="00296380"/>
    <w:rsid w:val="002A59E3"/>
    <w:rsid w:val="002B0822"/>
    <w:rsid w:val="002B113C"/>
    <w:rsid w:val="002B59C8"/>
    <w:rsid w:val="002B6AFD"/>
    <w:rsid w:val="002C08F5"/>
    <w:rsid w:val="002C2CA8"/>
    <w:rsid w:val="002C59DB"/>
    <w:rsid w:val="002D2A00"/>
    <w:rsid w:val="002D4E1C"/>
    <w:rsid w:val="002D5CB8"/>
    <w:rsid w:val="002E1279"/>
    <w:rsid w:val="002E4932"/>
    <w:rsid w:val="002E6091"/>
    <w:rsid w:val="002F63C4"/>
    <w:rsid w:val="00306B0F"/>
    <w:rsid w:val="0031449F"/>
    <w:rsid w:val="003151D8"/>
    <w:rsid w:val="00315D8F"/>
    <w:rsid w:val="00321946"/>
    <w:rsid w:val="00324AEE"/>
    <w:rsid w:val="003273D9"/>
    <w:rsid w:val="003317B5"/>
    <w:rsid w:val="003328ED"/>
    <w:rsid w:val="00337529"/>
    <w:rsid w:val="003419F6"/>
    <w:rsid w:val="003425E4"/>
    <w:rsid w:val="00342B34"/>
    <w:rsid w:val="003440C0"/>
    <w:rsid w:val="003455C7"/>
    <w:rsid w:val="00345C1F"/>
    <w:rsid w:val="00353EE7"/>
    <w:rsid w:val="00354F1A"/>
    <w:rsid w:val="00363560"/>
    <w:rsid w:val="003646F9"/>
    <w:rsid w:val="003665D9"/>
    <w:rsid w:val="003667C4"/>
    <w:rsid w:val="0036715A"/>
    <w:rsid w:val="0036765D"/>
    <w:rsid w:val="00367CC4"/>
    <w:rsid w:val="00371D28"/>
    <w:rsid w:val="00374F06"/>
    <w:rsid w:val="003817F4"/>
    <w:rsid w:val="00383B97"/>
    <w:rsid w:val="0038599C"/>
    <w:rsid w:val="00391393"/>
    <w:rsid w:val="00396316"/>
    <w:rsid w:val="003966B9"/>
    <w:rsid w:val="003A2F30"/>
    <w:rsid w:val="003A5D19"/>
    <w:rsid w:val="003B134C"/>
    <w:rsid w:val="003B43D9"/>
    <w:rsid w:val="003C2FD2"/>
    <w:rsid w:val="003C53F4"/>
    <w:rsid w:val="003C5BCD"/>
    <w:rsid w:val="003C60A1"/>
    <w:rsid w:val="003C6D35"/>
    <w:rsid w:val="003D268D"/>
    <w:rsid w:val="003D31D4"/>
    <w:rsid w:val="003D5A0A"/>
    <w:rsid w:val="003D7E19"/>
    <w:rsid w:val="003E0A25"/>
    <w:rsid w:val="003E646E"/>
    <w:rsid w:val="003F3D82"/>
    <w:rsid w:val="003F576E"/>
    <w:rsid w:val="00400EBC"/>
    <w:rsid w:val="00411B2C"/>
    <w:rsid w:val="00412B5F"/>
    <w:rsid w:val="00415635"/>
    <w:rsid w:val="004158C6"/>
    <w:rsid w:val="00421655"/>
    <w:rsid w:val="00425012"/>
    <w:rsid w:val="0042507A"/>
    <w:rsid w:val="004263C3"/>
    <w:rsid w:val="004268E0"/>
    <w:rsid w:val="004277FF"/>
    <w:rsid w:val="00433864"/>
    <w:rsid w:val="00435338"/>
    <w:rsid w:val="004363FE"/>
    <w:rsid w:val="004367FD"/>
    <w:rsid w:val="0044334B"/>
    <w:rsid w:val="0044565D"/>
    <w:rsid w:val="00450046"/>
    <w:rsid w:val="0045315A"/>
    <w:rsid w:val="004532B0"/>
    <w:rsid w:val="00453B6D"/>
    <w:rsid w:val="00460D13"/>
    <w:rsid w:val="00461A1B"/>
    <w:rsid w:val="0046276E"/>
    <w:rsid w:val="004638FA"/>
    <w:rsid w:val="00463C15"/>
    <w:rsid w:val="00465082"/>
    <w:rsid w:val="004655DC"/>
    <w:rsid w:val="004661C5"/>
    <w:rsid w:val="00467505"/>
    <w:rsid w:val="004768E2"/>
    <w:rsid w:val="00476967"/>
    <w:rsid w:val="00476B94"/>
    <w:rsid w:val="00476DCD"/>
    <w:rsid w:val="00480DAD"/>
    <w:rsid w:val="00482CB3"/>
    <w:rsid w:val="00486279"/>
    <w:rsid w:val="00487FD8"/>
    <w:rsid w:val="004979E8"/>
    <w:rsid w:val="004A4EDE"/>
    <w:rsid w:val="004B13D1"/>
    <w:rsid w:val="004C0318"/>
    <w:rsid w:val="004C0EDE"/>
    <w:rsid w:val="004C4442"/>
    <w:rsid w:val="004C49EE"/>
    <w:rsid w:val="004C4D0C"/>
    <w:rsid w:val="004C7F5B"/>
    <w:rsid w:val="004D6D98"/>
    <w:rsid w:val="004E0276"/>
    <w:rsid w:val="004E33CB"/>
    <w:rsid w:val="004E60D1"/>
    <w:rsid w:val="004E7F7E"/>
    <w:rsid w:val="004F73E9"/>
    <w:rsid w:val="00503AD6"/>
    <w:rsid w:val="00504529"/>
    <w:rsid w:val="00505761"/>
    <w:rsid w:val="005060E0"/>
    <w:rsid w:val="005064A2"/>
    <w:rsid w:val="00507F9D"/>
    <w:rsid w:val="005110EF"/>
    <w:rsid w:val="00514056"/>
    <w:rsid w:val="00514DCC"/>
    <w:rsid w:val="00516418"/>
    <w:rsid w:val="00520793"/>
    <w:rsid w:val="00521EE5"/>
    <w:rsid w:val="0052628B"/>
    <w:rsid w:val="00527FA8"/>
    <w:rsid w:val="0053105D"/>
    <w:rsid w:val="005358CD"/>
    <w:rsid w:val="00536736"/>
    <w:rsid w:val="00540125"/>
    <w:rsid w:val="00540DB3"/>
    <w:rsid w:val="00542266"/>
    <w:rsid w:val="00543578"/>
    <w:rsid w:val="00543B03"/>
    <w:rsid w:val="00545755"/>
    <w:rsid w:val="00547249"/>
    <w:rsid w:val="0055051C"/>
    <w:rsid w:val="00552F1E"/>
    <w:rsid w:val="00561984"/>
    <w:rsid w:val="0056417B"/>
    <w:rsid w:val="00571C89"/>
    <w:rsid w:val="00573D8D"/>
    <w:rsid w:val="00574976"/>
    <w:rsid w:val="00574980"/>
    <w:rsid w:val="00576367"/>
    <w:rsid w:val="005763AD"/>
    <w:rsid w:val="00576CD9"/>
    <w:rsid w:val="0058262B"/>
    <w:rsid w:val="00582FA3"/>
    <w:rsid w:val="00587478"/>
    <w:rsid w:val="00587E79"/>
    <w:rsid w:val="00593803"/>
    <w:rsid w:val="00594FB8"/>
    <w:rsid w:val="00595778"/>
    <w:rsid w:val="005A49C9"/>
    <w:rsid w:val="005B40A7"/>
    <w:rsid w:val="005B5779"/>
    <w:rsid w:val="005C02C9"/>
    <w:rsid w:val="005C05DB"/>
    <w:rsid w:val="005D583C"/>
    <w:rsid w:val="005D59F6"/>
    <w:rsid w:val="005D744E"/>
    <w:rsid w:val="005E0947"/>
    <w:rsid w:val="005E73CA"/>
    <w:rsid w:val="005E7DA9"/>
    <w:rsid w:val="005F034A"/>
    <w:rsid w:val="005F18FF"/>
    <w:rsid w:val="005F3A43"/>
    <w:rsid w:val="005F5134"/>
    <w:rsid w:val="005F5541"/>
    <w:rsid w:val="00606592"/>
    <w:rsid w:val="00613436"/>
    <w:rsid w:val="00614E49"/>
    <w:rsid w:val="006155D7"/>
    <w:rsid w:val="006215E3"/>
    <w:rsid w:val="00623520"/>
    <w:rsid w:val="006256BD"/>
    <w:rsid w:val="006333B7"/>
    <w:rsid w:val="006357AA"/>
    <w:rsid w:val="00636666"/>
    <w:rsid w:val="00637DA0"/>
    <w:rsid w:val="006403D7"/>
    <w:rsid w:val="00640E66"/>
    <w:rsid w:val="00642B00"/>
    <w:rsid w:val="00642C78"/>
    <w:rsid w:val="00642EF0"/>
    <w:rsid w:val="0065065D"/>
    <w:rsid w:val="00651E9F"/>
    <w:rsid w:val="006560DF"/>
    <w:rsid w:val="006604B9"/>
    <w:rsid w:val="006609D4"/>
    <w:rsid w:val="006621BA"/>
    <w:rsid w:val="00665098"/>
    <w:rsid w:val="006726BE"/>
    <w:rsid w:val="00673B4F"/>
    <w:rsid w:val="00673BBA"/>
    <w:rsid w:val="00675196"/>
    <w:rsid w:val="00676C10"/>
    <w:rsid w:val="00681905"/>
    <w:rsid w:val="00682BB5"/>
    <w:rsid w:val="0068489C"/>
    <w:rsid w:val="00685178"/>
    <w:rsid w:val="006933ED"/>
    <w:rsid w:val="00693614"/>
    <w:rsid w:val="006969EA"/>
    <w:rsid w:val="006A1D76"/>
    <w:rsid w:val="006A2906"/>
    <w:rsid w:val="006A29E6"/>
    <w:rsid w:val="006A336C"/>
    <w:rsid w:val="006A402B"/>
    <w:rsid w:val="006A4A2F"/>
    <w:rsid w:val="006B68FE"/>
    <w:rsid w:val="006C03ED"/>
    <w:rsid w:val="006C3424"/>
    <w:rsid w:val="006C495E"/>
    <w:rsid w:val="006C5DE1"/>
    <w:rsid w:val="006C74E9"/>
    <w:rsid w:val="006E301B"/>
    <w:rsid w:val="006E3C3A"/>
    <w:rsid w:val="006E451B"/>
    <w:rsid w:val="006E62BB"/>
    <w:rsid w:val="006F3A28"/>
    <w:rsid w:val="006F3FDB"/>
    <w:rsid w:val="006F4F69"/>
    <w:rsid w:val="006F78E6"/>
    <w:rsid w:val="006F7CC7"/>
    <w:rsid w:val="0070132B"/>
    <w:rsid w:val="00701396"/>
    <w:rsid w:val="00701D1F"/>
    <w:rsid w:val="00701D54"/>
    <w:rsid w:val="007047DD"/>
    <w:rsid w:val="007073A4"/>
    <w:rsid w:val="0070750A"/>
    <w:rsid w:val="007125C8"/>
    <w:rsid w:val="00713C96"/>
    <w:rsid w:val="00715E80"/>
    <w:rsid w:val="00717868"/>
    <w:rsid w:val="00720350"/>
    <w:rsid w:val="007229C0"/>
    <w:rsid w:val="007232FC"/>
    <w:rsid w:val="0072662D"/>
    <w:rsid w:val="007278B4"/>
    <w:rsid w:val="0073052F"/>
    <w:rsid w:val="0073058C"/>
    <w:rsid w:val="00730AB0"/>
    <w:rsid w:val="007331DF"/>
    <w:rsid w:val="00736020"/>
    <w:rsid w:val="00736C57"/>
    <w:rsid w:val="00745A30"/>
    <w:rsid w:val="00753317"/>
    <w:rsid w:val="00756C44"/>
    <w:rsid w:val="007606E6"/>
    <w:rsid w:val="00760930"/>
    <w:rsid w:val="007646B5"/>
    <w:rsid w:val="00767DE0"/>
    <w:rsid w:val="007704B0"/>
    <w:rsid w:val="00776928"/>
    <w:rsid w:val="00777600"/>
    <w:rsid w:val="0078173B"/>
    <w:rsid w:val="00782F38"/>
    <w:rsid w:val="00785D04"/>
    <w:rsid w:val="00786BC0"/>
    <w:rsid w:val="00787494"/>
    <w:rsid w:val="00792448"/>
    <w:rsid w:val="007A1B58"/>
    <w:rsid w:val="007A1CBF"/>
    <w:rsid w:val="007A307D"/>
    <w:rsid w:val="007A6428"/>
    <w:rsid w:val="007A7CE4"/>
    <w:rsid w:val="007B1E99"/>
    <w:rsid w:val="007C40FC"/>
    <w:rsid w:val="007D1D78"/>
    <w:rsid w:val="007D6B0C"/>
    <w:rsid w:val="007E07E9"/>
    <w:rsid w:val="007E44B7"/>
    <w:rsid w:val="007E6E57"/>
    <w:rsid w:val="007F3EAB"/>
    <w:rsid w:val="007F3F79"/>
    <w:rsid w:val="007F528B"/>
    <w:rsid w:val="007F556E"/>
    <w:rsid w:val="007F6521"/>
    <w:rsid w:val="008032DC"/>
    <w:rsid w:val="0080500B"/>
    <w:rsid w:val="00806729"/>
    <w:rsid w:val="008115FB"/>
    <w:rsid w:val="00811AC6"/>
    <w:rsid w:val="00813A89"/>
    <w:rsid w:val="00821A63"/>
    <w:rsid w:val="00823BA8"/>
    <w:rsid w:val="00823CC5"/>
    <w:rsid w:val="008270C0"/>
    <w:rsid w:val="00827A0A"/>
    <w:rsid w:val="00830E35"/>
    <w:rsid w:val="00832C61"/>
    <w:rsid w:val="0084041F"/>
    <w:rsid w:val="00842CB7"/>
    <w:rsid w:val="00842D90"/>
    <w:rsid w:val="00843C02"/>
    <w:rsid w:val="00844905"/>
    <w:rsid w:val="008460E7"/>
    <w:rsid w:val="0085099F"/>
    <w:rsid w:val="0086442F"/>
    <w:rsid w:val="00864994"/>
    <w:rsid w:val="0087018F"/>
    <w:rsid w:val="008701A6"/>
    <w:rsid w:val="0087083E"/>
    <w:rsid w:val="00874B29"/>
    <w:rsid w:val="0087724E"/>
    <w:rsid w:val="00877748"/>
    <w:rsid w:val="0088064D"/>
    <w:rsid w:val="00880BDB"/>
    <w:rsid w:val="0088131B"/>
    <w:rsid w:val="00883E96"/>
    <w:rsid w:val="00884859"/>
    <w:rsid w:val="00891BD3"/>
    <w:rsid w:val="00895963"/>
    <w:rsid w:val="008960FB"/>
    <w:rsid w:val="00897FFD"/>
    <w:rsid w:val="008A2D5D"/>
    <w:rsid w:val="008A4183"/>
    <w:rsid w:val="008A507F"/>
    <w:rsid w:val="008B01DF"/>
    <w:rsid w:val="008B085A"/>
    <w:rsid w:val="008B08DC"/>
    <w:rsid w:val="008B16C1"/>
    <w:rsid w:val="008B21EA"/>
    <w:rsid w:val="008B5DC3"/>
    <w:rsid w:val="008B60A8"/>
    <w:rsid w:val="008B74C5"/>
    <w:rsid w:val="008B7699"/>
    <w:rsid w:val="008C10C6"/>
    <w:rsid w:val="008C208A"/>
    <w:rsid w:val="008C3064"/>
    <w:rsid w:val="008C42B6"/>
    <w:rsid w:val="008C53D0"/>
    <w:rsid w:val="008C690D"/>
    <w:rsid w:val="008D6D1F"/>
    <w:rsid w:val="008E0DE9"/>
    <w:rsid w:val="008E1832"/>
    <w:rsid w:val="008E1905"/>
    <w:rsid w:val="008E2791"/>
    <w:rsid w:val="008F0512"/>
    <w:rsid w:val="008F47BC"/>
    <w:rsid w:val="008F4B83"/>
    <w:rsid w:val="008F6330"/>
    <w:rsid w:val="008F63E6"/>
    <w:rsid w:val="009003F7"/>
    <w:rsid w:val="00900924"/>
    <w:rsid w:val="00900CDD"/>
    <w:rsid w:val="00901707"/>
    <w:rsid w:val="00905362"/>
    <w:rsid w:val="00905B3D"/>
    <w:rsid w:val="0090681A"/>
    <w:rsid w:val="00913387"/>
    <w:rsid w:val="00915650"/>
    <w:rsid w:val="00916829"/>
    <w:rsid w:val="009176D1"/>
    <w:rsid w:val="00917B37"/>
    <w:rsid w:val="00917BF2"/>
    <w:rsid w:val="00917FB1"/>
    <w:rsid w:val="00921D9C"/>
    <w:rsid w:val="009246E4"/>
    <w:rsid w:val="009300BC"/>
    <w:rsid w:val="0094046A"/>
    <w:rsid w:val="00943555"/>
    <w:rsid w:val="00943648"/>
    <w:rsid w:val="009443CE"/>
    <w:rsid w:val="00945689"/>
    <w:rsid w:val="00950A9B"/>
    <w:rsid w:val="00951BC9"/>
    <w:rsid w:val="009626CD"/>
    <w:rsid w:val="009653F5"/>
    <w:rsid w:val="00971EEC"/>
    <w:rsid w:val="009773F8"/>
    <w:rsid w:val="00977517"/>
    <w:rsid w:val="00984FDC"/>
    <w:rsid w:val="00987A7A"/>
    <w:rsid w:val="009951B3"/>
    <w:rsid w:val="00995351"/>
    <w:rsid w:val="009967C6"/>
    <w:rsid w:val="009A2E0F"/>
    <w:rsid w:val="009A36F9"/>
    <w:rsid w:val="009A5BD8"/>
    <w:rsid w:val="009B0047"/>
    <w:rsid w:val="009B04B6"/>
    <w:rsid w:val="009B17BF"/>
    <w:rsid w:val="009B1D2A"/>
    <w:rsid w:val="009B2937"/>
    <w:rsid w:val="009B5E96"/>
    <w:rsid w:val="009B6656"/>
    <w:rsid w:val="009C3463"/>
    <w:rsid w:val="009C3624"/>
    <w:rsid w:val="009C36AC"/>
    <w:rsid w:val="009C7440"/>
    <w:rsid w:val="009D4551"/>
    <w:rsid w:val="009D76C9"/>
    <w:rsid w:val="009E4F45"/>
    <w:rsid w:val="009E61C6"/>
    <w:rsid w:val="009F01E8"/>
    <w:rsid w:val="009F0EA8"/>
    <w:rsid w:val="009F1137"/>
    <w:rsid w:val="009F401B"/>
    <w:rsid w:val="009F7C65"/>
    <w:rsid w:val="00A01184"/>
    <w:rsid w:val="00A03018"/>
    <w:rsid w:val="00A13D99"/>
    <w:rsid w:val="00A142CD"/>
    <w:rsid w:val="00A14B8A"/>
    <w:rsid w:val="00A218D1"/>
    <w:rsid w:val="00A2197E"/>
    <w:rsid w:val="00A22A61"/>
    <w:rsid w:val="00A2306D"/>
    <w:rsid w:val="00A26D7D"/>
    <w:rsid w:val="00A275C3"/>
    <w:rsid w:val="00A30BF3"/>
    <w:rsid w:val="00A355A2"/>
    <w:rsid w:val="00A40A19"/>
    <w:rsid w:val="00A418EC"/>
    <w:rsid w:val="00A41C7F"/>
    <w:rsid w:val="00A43DEE"/>
    <w:rsid w:val="00A47B21"/>
    <w:rsid w:val="00A47F2A"/>
    <w:rsid w:val="00A502B0"/>
    <w:rsid w:val="00A50849"/>
    <w:rsid w:val="00A50BE7"/>
    <w:rsid w:val="00A50E0F"/>
    <w:rsid w:val="00A5201F"/>
    <w:rsid w:val="00A53536"/>
    <w:rsid w:val="00A65C65"/>
    <w:rsid w:val="00A73762"/>
    <w:rsid w:val="00A83942"/>
    <w:rsid w:val="00A84999"/>
    <w:rsid w:val="00A95B86"/>
    <w:rsid w:val="00A97438"/>
    <w:rsid w:val="00AA2D87"/>
    <w:rsid w:val="00AA6005"/>
    <w:rsid w:val="00AA76B5"/>
    <w:rsid w:val="00AA7A77"/>
    <w:rsid w:val="00AB09D5"/>
    <w:rsid w:val="00AB2827"/>
    <w:rsid w:val="00AB2D2C"/>
    <w:rsid w:val="00AB3241"/>
    <w:rsid w:val="00AB4E1B"/>
    <w:rsid w:val="00AB5B29"/>
    <w:rsid w:val="00AB5F5D"/>
    <w:rsid w:val="00AB7114"/>
    <w:rsid w:val="00AC10A8"/>
    <w:rsid w:val="00AC62B8"/>
    <w:rsid w:val="00AC697D"/>
    <w:rsid w:val="00AD1CB6"/>
    <w:rsid w:val="00AD423C"/>
    <w:rsid w:val="00AD4F40"/>
    <w:rsid w:val="00AE06CD"/>
    <w:rsid w:val="00AE1A51"/>
    <w:rsid w:val="00AE205E"/>
    <w:rsid w:val="00AE2493"/>
    <w:rsid w:val="00AE71FB"/>
    <w:rsid w:val="00AE7724"/>
    <w:rsid w:val="00AF339C"/>
    <w:rsid w:val="00B016F0"/>
    <w:rsid w:val="00B06002"/>
    <w:rsid w:val="00B1210F"/>
    <w:rsid w:val="00B32BD8"/>
    <w:rsid w:val="00B3321C"/>
    <w:rsid w:val="00B35D46"/>
    <w:rsid w:val="00B37CC4"/>
    <w:rsid w:val="00B4199D"/>
    <w:rsid w:val="00B41E47"/>
    <w:rsid w:val="00B43095"/>
    <w:rsid w:val="00B467D6"/>
    <w:rsid w:val="00B5180E"/>
    <w:rsid w:val="00B5198C"/>
    <w:rsid w:val="00B52F20"/>
    <w:rsid w:val="00B530F1"/>
    <w:rsid w:val="00B56FCA"/>
    <w:rsid w:val="00B61FC4"/>
    <w:rsid w:val="00B65666"/>
    <w:rsid w:val="00B6759C"/>
    <w:rsid w:val="00B679AA"/>
    <w:rsid w:val="00B7146F"/>
    <w:rsid w:val="00B71983"/>
    <w:rsid w:val="00B81EA4"/>
    <w:rsid w:val="00B82507"/>
    <w:rsid w:val="00B84069"/>
    <w:rsid w:val="00B91FCB"/>
    <w:rsid w:val="00B955BB"/>
    <w:rsid w:val="00B97FBA"/>
    <w:rsid w:val="00BA5FAD"/>
    <w:rsid w:val="00BA7407"/>
    <w:rsid w:val="00BB3EDF"/>
    <w:rsid w:val="00BB6442"/>
    <w:rsid w:val="00BC0504"/>
    <w:rsid w:val="00BC10D6"/>
    <w:rsid w:val="00BC1354"/>
    <w:rsid w:val="00BC2168"/>
    <w:rsid w:val="00BC3253"/>
    <w:rsid w:val="00BC4E91"/>
    <w:rsid w:val="00BC75A2"/>
    <w:rsid w:val="00BD30DF"/>
    <w:rsid w:val="00BD5199"/>
    <w:rsid w:val="00BD56C1"/>
    <w:rsid w:val="00BD6534"/>
    <w:rsid w:val="00BE0CF1"/>
    <w:rsid w:val="00BE14B3"/>
    <w:rsid w:val="00BE1E44"/>
    <w:rsid w:val="00BE6FF6"/>
    <w:rsid w:val="00BE7058"/>
    <w:rsid w:val="00BE70C2"/>
    <w:rsid w:val="00BE7EB1"/>
    <w:rsid w:val="00BF2879"/>
    <w:rsid w:val="00BF29A3"/>
    <w:rsid w:val="00BF52F0"/>
    <w:rsid w:val="00BF5821"/>
    <w:rsid w:val="00BF606A"/>
    <w:rsid w:val="00BF60AB"/>
    <w:rsid w:val="00BF7250"/>
    <w:rsid w:val="00C004A9"/>
    <w:rsid w:val="00C02A76"/>
    <w:rsid w:val="00C060EE"/>
    <w:rsid w:val="00C175EB"/>
    <w:rsid w:val="00C17F4F"/>
    <w:rsid w:val="00C23681"/>
    <w:rsid w:val="00C24425"/>
    <w:rsid w:val="00C24CB1"/>
    <w:rsid w:val="00C303E2"/>
    <w:rsid w:val="00C37EC0"/>
    <w:rsid w:val="00C5168F"/>
    <w:rsid w:val="00C61EB5"/>
    <w:rsid w:val="00C64D89"/>
    <w:rsid w:val="00C64E73"/>
    <w:rsid w:val="00C76237"/>
    <w:rsid w:val="00C80763"/>
    <w:rsid w:val="00C82983"/>
    <w:rsid w:val="00C836B0"/>
    <w:rsid w:val="00C912B4"/>
    <w:rsid w:val="00C91906"/>
    <w:rsid w:val="00C945F7"/>
    <w:rsid w:val="00C950F4"/>
    <w:rsid w:val="00CA0228"/>
    <w:rsid w:val="00CA11C6"/>
    <w:rsid w:val="00CA63B3"/>
    <w:rsid w:val="00CB244A"/>
    <w:rsid w:val="00CB2EF2"/>
    <w:rsid w:val="00CB5232"/>
    <w:rsid w:val="00CC72D9"/>
    <w:rsid w:val="00CC7309"/>
    <w:rsid w:val="00CC78E3"/>
    <w:rsid w:val="00CD1A92"/>
    <w:rsid w:val="00CD2D8D"/>
    <w:rsid w:val="00CD4B59"/>
    <w:rsid w:val="00CD6008"/>
    <w:rsid w:val="00CD600C"/>
    <w:rsid w:val="00CE1267"/>
    <w:rsid w:val="00CE313B"/>
    <w:rsid w:val="00CE40D3"/>
    <w:rsid w:val="00CE61EF"/>
    <w:rsid w:val="00CF0EA3"/>
    <w:rsid w:val="00CF11F9"/>
    <w:rsid w:val="00CF1413"/>
    <w:rsid w:val="00CF37B1"/>
    <w:rsid w:val="00CF5B28"/>
    <w:rsid w:val="00CF6FA1"/>
    <w:rsid w:val="00D058AB"/>
    <w:rsid w:val="00D14805"/>
    <w:rsid w:val="00D310F4"/>
    <w:rsid w:val="00D3120E"/>
    <w:rsid w:val="00D329A3"/>
    <w:rsid w:val="00D34E8F"/>
    <w:rsid w:val="00D35F58"/>
    <w:rsid w:val="00D41DC1"/>
    <w:rsid w:val="00D4563D"/>
    <w:rsid w:val="00D50ADC"/>
    <w:rsid w:val="00D511DE"/>
    <w:rsid w:val="00D51314"/>
    <w:rsid w:val="00D529D1"/>
    <w:rsid w:val="00D56FDE"/>
    <w:rsid w:val="00D604C1"/>
    <w:rsid w:val="00D60E21"/>
    <w:rsid w:val="00D61E11"/>
    <w:rsid w:val="00D62E4B"/>
    <w:rsid w:val="00D66FDC"/>
    <w:rsid w:val="00D75B55"/>
    <w:rsid w:val="00D8469B"/>
    <w:rsid w:val="00D922AC"/>
    <w:rsid w:val="00D965F5"/>
    <w:rsid w:val="00D977D2"/>
    <w:rsid w:val="00DA0C75"/>
    <w:rsid w:val="00DA48DB"/>
    <w:rsid w:val="00DB03B5"/>
    <w:rsid w:val="00DB6806"/>
    <w:rsid w:val="00DC1260"/>
    <w:rsid w:val="00DC1D2F"/>
    <w:rsid w:val="00DD06AD"/>
    <w:rsid w:val="00DD2023"/>
    <w:rsid w:val="00DD2C97"/>
    <w:rsid w:val="00DD36D4"/>
    <w:rsid w:val="00DD54A2"/>
    <w:rsid w:val="00DE108F"/>
    <w:rsid w:val="00DE177E"/>
    <w:rsid w:val="00DE1D48"/>
    <w:rsid w:val="00DF06CC"/>
    <w:rsid w:val="00E01FFA"/>
    <w:rsid w:val="00E06590"/>
    <w:rsid w:val="00E07194"/>
    <w:rsid w:val="00E07A86"/>
    <w:rsid w:val="00E11C16"/>
    <w:rsid w:val="00E140BD"/>
    <w:rsid w:val="00E144E2"/>
    <w:rsid w:val="00E1508A"/>
    <w:rsid w:val="00E16BA7"/>
    <w:rsid w:val="00E225ED"/>
    <w:rsid w:val="00E2359E"/>
    <w:rsid w:val="00E27788"/>
    <w:rsid w:val="00E30C57"/>
    <w:rsid w:val="00E42FD2"/>
    <w:rsid w:val="00E44429"/>
    <w:rsid w:val="00E44F02"/>
    <w:rsid w:val="00E551FD"/>
    <w:rsid w:val="00E55453"/>
    <w:rsid w:val="00E566B8"/>
    <w:rsid w:val="00E605FA"/>
    <w:rsid w:val="00E60EF5"/>
    <w:rsid w:val="00E61794"/>
    <w:rsid w:val="00E671B2"/>
    <w:rsid w:val="00E73539"/>
    <w:rsid w:val="00E74167"/>
    <w:rsid w:val="00E76D9C"/>
    <w:rsid w:val="00E771DA"/>
    <w:rsid w:val="00E814CB"/>
    <w:rsid w:val="00E81C0A"/>
    <w:rsid w:val="00E825BD"/>
    <w:rsid w:val="00E832BE"/>
    <w:rsid w:val="00E84ED6"/>
    <w:rsid w:val="00E85DB4"/>
    <w:rsid w:val="00E85FF7"/>
    <w:rsid w:val="00E92C44"/>
    <w:rsid w:val="00E94F63"/>
    <w:rsid w:val="00E97134"/>
    <w:rsid w:val="00EA2B46"/>
    <w:rsid w:val="00EA4A14"/>
    <w:rsid w:val="00EC1B1F"/>
    <w:rsid w:val="00EC23E4"/>
    <w:rsid w:val="00EC25D6"/>
    <w:rsid w:val="00EC3B04"/>
    <w:rsid w:val="00EC4041"/>
    <w:rsid w:val="00EC4694"/>
    <w:rsid w:val="00EC7CEA"/>
    <w:rsid w:val="00EC7EB8"/>
    <w:rsid w:val="00ED1568"/>
    <w:rsid w:val="00ED28BE"/>
    <w:rsid w:val="00ED57B2"/>
    <w:rsid w:val="00ED66E9"/>
    <w:rsid w:val="00ED7413"/>
    <w:rsid w:val="00EE3582"/>
    <w:rsid w:val="00EE36AE"/>
    <w:rsid w:val="00EE4C15"/>
    <w:rsid w:val="00EF6FA6"/>
    <w:rsid w:val="00F014D2"/>
    <w:rsid w:val="00F01C5D"/>
    <w:rsid w:val="00F056A8"/>
    <w:rsid w:val="00F11018"/>
    <w:rsid w:val="00F17051"/>
    <w:rsid w:val="00F1712C"/>
    <w:rsid w:val="00F20147"/>
    <w:rsid w:val="00F23937"/>
    <w:rsid w:val="00F23FC1"/>
    <w:rsid w:val="00F26C2F"/>
    <w:rsid w:val="00F348CA"/>
    <w:rsid w:val="00F34FF0"/>
    <w:rsid w:val="00F36597"/>
    <w:rsid w:val="00F37C5D"/>
    <w:rsid w:val="00F4733D"/>
    <w:rsid w:val="00F50311"/>
    <w:rsid w:val="00F508E0"/>
    <w:rsid w:val="00F50A83"/>
    <w:rsid w:val="00F529C6"/>
    <w:rsid w:val="00F5454E"/>
    <w:rsid w:val="00F56272"/>
    <w:rsid w:val="00F56513"/>
    <w:rsid w:val="00F56922"/>
    <w:rsid w:val="00F61E8D"/>
    <w:rsid w:val="00F70841"/>
    <w:rsid w:val="00F763AC"/>
    <w:rsid w:val="00F8008E"/>
    <w:rsid w:val="00F81DDA"/>
    <w:rsid w:val="00F81F55"/>
    <w:rsid w:val="00F83942"/>
    <w:rsid w:val="00F85378"/>
    <w:rsid w:val="00F87A7B"/>
    <w:rsid w:val="00F95B3D"/>
    <w:rsid w:val="00F97249"/>
    <w:rsid w:val="00FA0676"/>
    <w:rsid w:val="00FA2D2E"/>
    <w:rsid w:val="00FA43E5"/>
    <w:rsid w:val="00FA78E0"/>
    <w:rsid w:val="00FB354B"/>
    <w:rsid w:val="00FB6FE4"/>
    <w:rsid w:val="00FB778F"/>
    <w:rsid w:val="00FC0E8D"/>
    <w:rsid w:val="00FC3928"/>
    <w:rsid w:val="00FC48CF"/>
    <w:rsid w:val="00FD41DD"/>
    <w:rsid w:val="00FE215F"/>
    <w:rsid w:val="00FE56A5"/>
    <w:rsid w:val="00FE5728"/>
    <w:rsid w:val="00FE6876"/>
    <w:rsid w:val="00FF2569"/>
    <w:rsid w:val="00FF67E4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3A784B"/>
  <w15:chartTrackingRefBased/>
  <w15:docId w15:val="{CBC362EF-70C3-4598-9CD3-2986DB22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0763"/>
    <w:rPr>
      <w:rFonts w:ascii="Univers (WN)" w:hAnsi="Univers (WN)"/>
    </w:rPr>
  </w:style>
  <w:style w:type="paragraph" w:styleId="Titre1">
    <w:name w:val="heading 1"/>
    <w:basedOn w:val="Normal"/>
    <w:next w:val="Normal"/>
    <w:qFormat/>
    <w:rsid w:val="0036715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styleId="Titre2">
    <w:name w:val="heading 2"/>
    <w:basedOn w:val="Normal"/>
    <w:next w:val="Normal"/>
    <w:qFormat/>
    <w:rsid w:val="0036715A"/>
    <w:pPr>
      <w:keepNext/>
      <w:jc w:val="center"/>
      <w:outlineLvl w:val="1"/>
    </w:pPr>
    <w:rPr>
      <w:rFonts w:ascii="Times New Roman" w:hAnsi="Times New Roman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36715A"/>
    <w:pPr>
      <w:keepNext/>
      <w:jc w:val="center"/>
      <w:outlineLvl w:val="2"/>
    </w:pPr>
    <w:rPr>
      <w:rFonts w:ascii="Times New Roman" w:hAnsi="Times New Roman"/>
      <w:sz w:val="24"/>
      <w:szCs w:val="24"/>
    </w:rPr>
  </w:style>
  <w:style w:type="paragraph" w:styleId="Titre4">
    <w:name w:val="heading 4"/>
    <w:basedOn w:val="Normal"/>
    <w:next w:val="Normal"/>
    <w:qFormat/>
    <w:rsid w:val="0036715A"/>
    <w:pPr>
      <w:keepNext/>
      <w:jc w:val="right"/>
      <w:outlineLvl w:val="3"/>
    </w:pPr>
    <w:rPr>
      <w:rFonts w:ascii="Times New Roman" w:hAnsi="Times New Roman"/>
      <w:sz w:val="24"/>
      <w:szCs w:val="24"/>
    </w:rPr>
  </w:style>
  <w:style w:type="paragraph" w:styleId="Titre5">
    <w:name w:val="heading 5"/>
    <w:basedOn w:val="Normal"/>
    <w:next w:val="Normal"/>
    <w:qFormat/>
    <w:rsid w:val="0036715A"/>
    <w:pPr>
      <w:keepNext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rsid w:val="00324AEE"/>
    <w:pPr>
      <w:widowControl w:val="0"/>
      <w:jc w:val="both"/>
    </w:pPr>
    <w:rPr>
      <w:rFonts w:ascii="Arial" w:hAnsi="Arial" w:cs="Arial"/>
    </w:rPr>
  </w:style>
  <w:style w:type="paragraph" w:styleId="Textedebulles">
    <w:name w:val="Balloon Text"/>
    <w:basedOn w:val="Normal"/>
    <w:semiHidden/>
    <w:rsid w:val="0088131B"/>
    <w:rPr>
      <w:rFonts w:ascii="Tahoma" w:hAnsi="Tahoma" w:cs="Tahoma"/>
      <w:sz w:val="16"/>
      <w:szCs w:val="16"/>
    </w:rPr>
  </w:style>
  <w:style w:type="paragraph" w:customStyle="1" w:styleId="Corpsdetextesolidaire">
    <w:name w:val="Corps de texte solidaire"/>
    <w:basedOn w:val="Corpsdetexte"/>
    <w:rsid w:val="0045315A"/>
    <w:pPr>
      <w:keepNext/>
      <w:widowControl/>
      <w:spacing w:after="160"/>
      <w:jc w:val="left"/>
    </w:pPr>
    <w:rPr>
      <w:rFonts w:ascii="Times New Roman" w:hAnsi="Times New Roman" w:cs="Times New Roman"/>
    </w:rPr>
  </w:style>
  <w:style w:type="table" w:styleId="Grilledutableau">
    <w:name w:val="Table Grid"/>
    <w:basedOn w:val="TableauNormal"/>
    <w:rsid w:val="00415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36715A"/>
    <w:pPr>
      <w:jc w:val="center"/>
    </w:pPr>
    <w:rPr>
      <w:rFonts w:ascii="Arial" w:hAnsi="Arial" w:cs="Arial"/>
      <w:b/>
      <w:bCs/>
      <w:sz w:val="28"/>
      <w:szCs w:val="28"/>
    </w:rPr>
  </w:style>
  <w:style w:type="paragraph" w:styleId="Sous-titre">
    <w:name w:val="Subtitle"/>
    <w:basedOn w:val="Normal"/>
    <w:qFormat/>
    <w:rsid w:val="0036715A"/>
    <w:pPr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Style1">
    <w:name w:val="Style1"/>
    <w:basedOn w:val="Normal"/>
    <w:rsid w:val="0044334B"/>
    <w:pPr>
      <w:tabs>
        <w:tab w:val="left" w:pos="4536"/>
      </w:tabs>
      <w:jc w:val="both"/>
    </w:pPr>
    <w:rPr>
      <w:rFonts w:ascii="Times New Roman" w:hAnsi="Times New Roman"/>
      <w:sz w:val="24"/>
      <w:szCs w:val="24"/>
    </w:rPr>
  </w:style>
  <w:style w:type="paragraph" w:customStyle="1" w:styleId="Normal2">
    <w:name w:val="Normal2"/>
    <w:basedOn w:val="Normal"/>
    <w:rsid w:val="00582FA3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/>
      <w:sz w:val="22"/>
    </w:rPr>
  </w:style>
  <w:style w:type="paragraph" w:customStyle="1" w:styleId="TexteCarCarCar1CarCar">
    <w:name w:val="Texte Car Car Car1 Car Car"/>
    <w:basedOn w:val="Normal"/>
    <w:rsid w:val="009B0047"/>
    <w:pPr>
      <w:spacing w:before="120"/>
      <w:ind w:left="2268"/>
    </w:pPr>
    <w:rPr>
      <w:rFonts w:ascii="Times New Roman" w:hAnsi="Times New Roman"/>
      <w:sz w:val="24"/>
    </w:rPr>
  </w:style>
  <w:style w:type="character" w:styleId="Lienhypertexte">
    <w:name w:val="Hyperlink"/>
    <w:rsid w:val="0088064D"/>
    <w:rPr>
      <w:color w:val="0000FF"/>
      <w:u w:val="single"/>
    </w:rPr>
  </w:style>
  <w:style w:type="character" w:customStyle="1" w:styleId="PieddepageCar">
    <w:name w:val="Pied de page Car"/>
    <w:link w:val="Pieddepage"/>
    <w:rsid w:val="0026238D"/>
    <w:rPr>
      <w:rFonts w:ascii="Univers (WN)" w:hAnsi="Univers (WN)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F5F9A4-D592-4F25-A1F6-C4C10236E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61</TotalTime>
  <Pages>4</Pages>
  <Words>423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subject/>
  <dc:creator>Cellule des achats nationnaux</dc:creator>
  <cp:keywords/>
  <cp:lastModifiedBy>Mouhamadou-mourtada DIA</cp:lastModifiedBy>
  <cp:revision>14</cp:revision>
  <cp:lastPrinted>2014-11-21T20:20:00Z</cp:lastPrinted>
  <dcterms:created xsi:type="dcterms:W3CDTF">2022-05-30T14:03:00Z</dcterms:created>
  <dcterms:modified xsi:type="dcterms:W3CDTF">2025-06-03T08:20:00Z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-248164778</vt:i4>
  </property>
  <property fmtid="{D5CDD505-2E9C-101B-9397-08002B2CF9AE}" pid="3" name="_EmailSubject">
    <vt:lpwstr>RE : </vt:lpwstr>
  </property>
  <property fmtid="{D5CDD505-2E9C-101B-9397-08002B2CF9AE}" pid="4" name="_AuthorEmail">
    <vt:lpwstr>alexandre.pereira@crous-creteil.fr</vt:lpwstr>
  </property>
  <property fmtid="{D5CDD505-2E9C-101B-9397-08002B2CF9AE}" pid="5" name="_AuthorEmailDisplayName">
    <vt:lpwstr>Alexandre Pereira</vt:lpwstr>
  </property>
  <property fmtid="{D5CDD505-2E9C-101B-9397-08002B2CF9AE}" pid="6" name="_ReviewingToolsShownOnce">
    <vt:lpwstr/>
  </property>
</Properties>
</file>